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49500FE2" w:rsidR="00F422D3" w:rsidRDefault="00F422D3" w:rsidP="00B42F40">
      <w:pPr>
        <w:pStyle w:val="Titul2"/>
      </w:pPr>
      <w:r>
        <w:t>Název zakázky: „</w:t>
      </w:r>
      <w:r w:rsidR="00DF7F3D" w:rsidRPr="00DF7F3D">
        <w:t>Oprava trati v úseku Noutonice – Podlešín</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D492909"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54EE3BB0" w:rsidR="00F24489" w:rsidRDefault="00F24489" w:rsidP="00DF7F3D">
      <w:pPr>
        <w:pStyle w:val="Text1-1"/>
      </w:pPr>
      <w:r w:rsidRPr="00F97DBD">
        <w:t xml:space="preserve">Objednatel oznámil uveřejněním </w:t>
      </w:r>
      <w:r>
        <w:t xml:space="preserve">na profilu zadavatele: </w:t>
      </w:r>
      <w:hyperlink r:id="rId12" w:history="1">
        <w:r w:rsidR="00C67B70" w:rsidRPr="00DA6D7D">
          <w:rPr>
            <w:rStyle w:val="Hypertextovodkaz"/>
            <w:noProof w:val="0"/>
          </w:rPr>
          <w:t>https://zakazky.spravazeleznic.cz/</w:t>
        </w:r>
      </w:hyperlink>
      <w:r w:rsidR="00C67B70" w:rsidRPr="00DA6D7D">
        <w:t xml:space="preserve"> </w:t>
      </w:r>
      <w:r w:rsidRPr="00DA6D7D">
        <w:t xml:space="preserve">dne </w:t>
      </w:r>
      <w:r w:rsidR="00DF7F3D">
        <w:t>03. 03</w:t>
      </w:r>
      <w:r w:rsidR="00DC31C6" w:rsidRPr="00DA6D7D">
        <w:t xml:space="preserve">. 2021 </w:t>
      </w:r>
      <w:r w:rsidRPr="00DA6D7D">
        <w:t xml:space="preserve">pod evidenčním číslem </w:t>
      </w:r>
      <w:r w:rsidR="00EA5201" w:rsidRPr="008E4036">
        <w:t>64</w:t>
      </w:r>
      <w:r w:rsidR="008E4036" w:rsidRPr="008E4036">
        <w:t>521034</w:t>
      </w:r>
      <w:r w:rsidR="00EA5201" w:rsidRPr="008E4036">
        <w:t xml:space="preserve"> </w:t>
      </w:r>
      <w:r w:rsidRPr="008E4036">
        <w:t>svůj</w:t>
      </w:r>
      <w:r w:rsidRPr="00F97DBD">
        <w:t xml:space="preserve"> úmysl zadat </w:t>
      </w:r>
      <w:r>
        <w:t xml:space="preserve">ve výběrovém řízení </w:t>
      </w:r>
      <w:r w:rsidRPr="00F97DBD">
        <w:t xml:space="preserve">veřejnou zakázku s názvem </w:t>
      </w:r>
      <w:r w:rsidRPr="003F35F3">
        <w:rPr>
          <w:b/>
        </w:rPr>
        <w:t>„</w:t>
      </w:r>
      <w:r w:rsidR="00DF7F3D" w:rsidRPr="00DF7F3D">
        <w:rPr>
          <w:b/>
        </w:rPr>
        <w:t>Oprava trati v úseku Noutonice – Podlešín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352A2A9B" w:rsidR="00F24489" w:rsidRDefault="00B84ECC" w:rsidP="00F24489">
      <w:pPr>
        <w:pStyle w:val="Textbezslovn"/>
      </w:pPr>
      <w:r w:rsidRPr="00C25514">
        <w:t xml:space="preserve">Rekapitulace </w:t>
      </w:r>
      <w:r w:rsidR="00F24489" w:rsidRPr="00C25514">
        <w:t xml:space="preserve">Ceny Díla dle </w:t>
      </w:r>
      <w:r w:rsidR="00A40CD0" w:rsidRPr="00C25514">
        <w:t xml:space="preserve">objektů </w:t>
      </w:r>
      <w:r w:rsidR="00F24489" w:rsidRPr="00C25514">
        <w:t xml:space="preserve">stavebních </w:t>
      </w:r>
      <w:r w:rsidR="00A40CD0" w:rsidRPr="00C25514">
        <w:t xml:space="preserve">částí </w:t>
      </w:r>
      <w:r w:rsidR="001E37F4">
        <w:t>(SO</w:t>
      </w:r>
      <w:r w:rsidR="00F24489" w:rsidRPr="00C25514">
        <w:t>) je uveden</w:t>
      </w:r>
      <w:r w:rsidRPr="00C25514">
        <w:t>a</w:t>
      </w:r>
      <w:r w:rsidR="00F24489" w:rsidRPr="00C25514">
        <w:t xml:space="preserve"> v </w:t>
      </w:r>
      <w:hyperlink w:anchor="ListAnnex04" w:history="1">
        <w:r w:rsidR="00F24489" w:rsidRPr="00C25514">
          <w:rPr>
            <w:rStyle w:val="Hypertextovodkaz"/>
            <w:rFonts w:cs="Calibri"/>
            <w:color w:val="auto"/>
          </w:rPr>
          <w:t>Příloze č. 4</w:t>
        </w:r>
      </w:hyperlink>
      <w:r w:rsidR="00F24489" w:rsidRPr="00C25514">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7A5FC4C0"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3AA8F1D" w:rsidR="00F24489" w:rsidRPr="00F24489" w:rsidRDefault="00F24489" w:rsidP="00F24489">
      <w:pPr>
        <w:pStyle w:val="Textbezslovn"/>
        <w:rPr>
          <w:b/>
        </w:rPr>
      </w:pPr>
      <w:r w:rsidRPr="00F24489">
        <w:rPr>
          <w:b/>
        </w:rPr>
        <w:t xml:space="preserve">Zahájení </w:t>
      </w:r>
      <w:r w:rsidRPr="001779C6">
        <w:rPr>
          <w:b/>
        </w:rPr>
        <w:t xml:space="preserve">stavebních prací: </w:t>
      </w:r>
      <w:r w:rsidR="009A5175" w:rsidRPr="001779C6">
        <w:rPr>
          <w:b/>
        </w:rPr>
        <w:t>je uvedeno ve Zvlášt</w:t>
      </w:r>
      <w:r w:rsidR="00931B50" w:rsidRPr="001779C6">
        <w:rPr>
          <w:b/>
        </w:rPr>
        <w:t xml:space="preserve">ních technických </w:t>
      </w:r>
      <w:r w:rsidR="00931B50" w:rsidRPr="0021710C">
        <w:rPr>
          <w:b/>
        </w:rPr>
        <w:t xml:space="preserve">podmínkách </w:t>
      </w:r>
      <w:r w:rsidR="009A5175" w:rsidRPr="0021710C">
        <w:rPr>
          <w:b/>
        </w:rPr>
        <w:t>v odst. 5</w:t>
      </w:r>
      <w:r w:rsidR="001779C6" w:rsidRPr="0021710C">
        <w:rPr>
          <w:b/>
        </w:rPr>
        <w:t>.1.1</w:t>
      </w:r>
      <w:r w:rsidR="009A5175" w:rsidRPr="0021710C">
        <w:rPr>
          <w:b/>
        </w:rPr>
        <w:t xml:space="preserve"> </w:t>
      </w:r>
      <w:r w:rsidRPr="0021710C">
        <w:rPr>
          <w:b/>
        </w:rPr>
        <w:t>Přílohy č.</w:t>
      </w:r>
      <w:r w:rsidR="009A5175" w:rsidRPr="0021710C">
        <w:rPr>
          <w:b/>
        </w:rPr>
        <w:t xml:space="preserve"> </w:t>
      </w:r>
      <w:r w:rsidRPr="0021710C">
        <w:rPr>
          <w:b/>
        </w:rPr>
        <w:t xml:space="preserve">2 </w:t>
      </w:r>
      <w:r w:rsidR="009A5175" w:rsidRPr="0021710C">
        <w:rPr>
          <w:b/>
        </w:rPr>
        <w:t>c</w:t>
      </w:r>
      <w:r w:rsidRPr="0021710C">
        <w:rPr>
          <w:b/>
        </w:rPr>
        <w:t>) Smlouvy.</w:t>
      </w:r>
    </w:p>
    <w:p w14:paraId="1E46117A" w14:textId="580688E7" w:rsidR="00F24489" w:rsidRPr="00F24489" w:rsidRDefault="00F24489" w:rsidP="00F24489">
      <w:pPr>
        <w:pStyle w:val="Textbezslovn"/>
        <w:rPr>
          <w:b/>
        </w:rPr>
      </w:pPr>
      <w:r w:rsidRPr="00F24489">
        <w:rPr>
          <w:b/>
        </w:rPr>
        <w:t>Celková lhůta</w:t>
      </w:r>
      <w:r w:rsidR="00C25514">
        <w:rPr>
          <w:b/>
        </w:rPr>
        <w:t xml:space="preserve"> pro dokončení Díla činí celkem </w:t>
      </w:r>
      <w:r w:rsidR="00DF7F3D">
        <w:rPr>
          <w:b/>
        </w:rPr>
        <w:t>84</w:t>
      </w:r>
      <w:r w:rsidRPr="00C25514">
        <w:rPr>
          <w:b/>
        </w:rPr>
        <w:t xml:space="preserve"> dnů ode</w:t>
      </w:r>
      <w:r w:rsidRPr="00F24489">
        <w:rPr>
          <w:b/>
        </w:rPr>
        <w:t xml:space="preserve"> Dne zahájení stavebních prací (dokladem prokazujícím, že Zhotovitel dokončil celé Dílo, je Předávací protokol dle odst. 10.4 Obchodních podmínek).</w:t>
      </w:r>
    </w:p>
    <w:p w14:paraId="011939F5" w14:textId="31D9916E" w:rsidR="00F24489" w:rsidRDefault="00F24489" w:rsidP="00F24489">
      <w:pPr>
        <w:pStyle w:val="Textbezslovn"/>
      </w:pPr>
      <w:r w:rsidRPr="00F97DBD">
        <w:t xml:space="preserve">Lhůta pro dokončení stavebních prací činí </w:t>
      </w:r>
      <w:r w:rsidRPr="00C25514">
        <w:t xml:space="preserve">celkem </w:t>
      </w:r>
      <w:r w:rsidR="00DF7F3D">
        <w:rPr>
          <w:b/>
        </w:rPr>
        <w:t>84</w:t>
      </w:r>
      <w:r w:rsidR="00C25514" w:rsidRPr="00C25514">
        <w:rPr>
          <w:b/>
        </w:rPr>
        <w:t xml:space="preserve"> </w:t>
      </w:r>
      <w:r w:rsidRPr="00C25514">
        <w:rPr>
          <w:b/>
        </w:rPr>
        <w:t xml:space="preserve">dnů </w:t>
      </w:r>
      <w:r w:rsidRPr="00C25514">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33E7BA33" w:rsidR="00F24489" w:rsidRDefault="00F24489" w:rsidP="00C2551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C25514">
        <w:t>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C25514" w:rsidRDefault="00F24489" w:rsidP="00F24489">
      <w:pPr>
        <w:pStyle w:val="Text1-1"/>
      </w:pPr>
      <w:r w:rsidRPr="00C25514">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56DFAD5E" w:rsidR="00214C3E" w:rsidRPr="00C25514" w:rsidRDefault="00214C3E" w:rsidP="00C25514">
      <w:pPr>
        <w:pStyle w:val="Text1-1"/>
      </w:pPr>
      <w:r w:rsidRPr="00C25514">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47EBF7F0" w14:textId="7AD027EF" w:rsidR="00DF7F3D" w:rsidRDefault="00DF7F3D" w:rsidP="00DF7F3D">
      <w:pPr>
        <w:pStyle w:val="Odrka1-1"/>
        <w:numPr>
          <w:ilvl w:val="0"/>
          <w:numId w:val="42"/>
        </w:numPr>
        <w:ind w:left="1134"/>
        <w:contextualSpacing w:val="0"/>
        <w:jc w:val="left"/>
      </w:pPr>
      <w:r>
        <w:t>SO 01  5905085050 - Souvislé čištění KL strojně koleje pražce betonové rozdělení "d"</w:t>
      </w:r>
    </w:p>
    <w:p w14:paraId="429380DD" w14:textId="77777777" w:rsidR="00DF7F3D" w:rsidRDefault="00DF7F3D" w:rsidP="00DF7F3D">
      <w:pPr>
        <w:pStyle w:val="Odrka1-1"/>
        <w:numPr>
          <w:ilvl w:val="0"/>
          <w:numId w:val="42"/>
        </w:numPr>
        <w:ind w:left="1134"/>
        <w:contextualSpacing w:val="0"/>
        <w:jc w:val="left"/>
      </w:pPr>
      <w:r>
        <w:t>SO 01  5909032020 – Přesná úprava GPK koleje směrové a výškové uspořádání pražce betonové.</w:t>
      </w:r>
    </w:p>
    <w:p w14:paraId="2FC36D7C" w14:textId="77777777" w:rsidR="00DF7F3D" w:rsidRDefault="00DF7F3D" w:rsidP="00DF7F3D">
      <w:pPr>
        <w:pStyle w:val="Odrka1-1"/>
        <w:numPr>
          <w:ilvl w:val="0"/>
          <w:numId w:val="42"/>
        </w:numPr>
        <w:ind w:left="1134"/>
        <w:contextualSpacing w:val="0"/>
        <w:jc w:val="left"/>
      </w:pPr>
      <w:r>
        <w:t xml:space="preserve">SO 02  5905085050 - Souvislé čištění KL strojně koleje pražce betonové rozdělení "d" </w:t>
      </w:r>
    </w:p>
    <w:p w14:paraId="774C07A8" w14:textId="77777777" w:rsidR="00DF7F3D" w:rsidRDefault="00DF7F3D" w:rsidP="00DF7F3D">
      <w:pPr>
        <w:pStyle w:val="Odrka1-1"/>
        <w:numPr>
          <w:ilvl w:val="0"/>
          <w:numId w:val="42"/>
        </w:numPr>
        <w:ind w:left="1134"/>
        <w:contextualSpacing w:val="0"/>
        <w:jc w:val="left"/>
      </w:pPr>
      <w:r>
        <w:t xml:space="preserve">SO 02  5905060010 - Zřízení nového kolejového lože v koleji </w:t>
      </w:r>
    </w:p>
    <w:p w14:paraId="3ACEC186" w14:textId="77777777" w:rsidR="00DF7F3D" w:rsidRDefault="00DF7F3D" w:rsidP="00DF7F3D">
      <w:pPr>
        <w:pStyle w:val="Odrka1-1"/>
        <w:numPr>
          <w:ilvl w:val="0"/>
          <w:numId w:val="42"/>
        </w:numPr>
        <w:ind w:left="1134"/>
        <w:contextualSpacing w:val="0"/>
        <w:jc w:val="left"/>
      </w:pPr>
      <w:r>
        <w:t>SO 02  5906125380 – Montáž kolejového roštu na úložišti, pražce betonové vystrojené tv. S49 rozdělení "u"</w:t>
      </w:r>
    </w:p>
    <w:p w14:paraId="28E31782" w14:textId="77777777" w:rsidR="00DF7F3D" w:rsidRDefault="00DF7F3D" w:rsidP="00DF7F3D">
      <w:pPr>
        <w:pStyle w:val="Odrka1-1"/>
        <w:numPr>
          <w:ilvl w:val="0"/>
          <w:numId w:val="42"/>
        </w:numPr>
        <w:ind w:left="1134"/>
        <w:contextualSpacing w:val="0"/>
        <w:jc w:val="left"/>
      </w:pPr>
      <w:r>
        <w:t>SO 02  5909032020 – Přesná úprava GPK koleje směrové a výškové uspořádání pražce betonové.</w:t>
      </w:r>
    </w:p>
    <w:p w14:paraId="2B09AA4C" w14:textId="77777777" w:rsidR="00DF7F3D" w:rsidRDefault="00DF7F3D" w:rsidP="00DF7F3D">
      <w:pPr>
        <w:pStyle w:val="Odrka1-1"/>
        <w:numPr>
          <w:ilvl w:val="0"/>
          <w:numId w:val="42"/>
        </w:numPr>
        <w:ind w:left="1134"/>
        <w:contextualSpacing w:val="0"/>
        <w:jc w:val="left"/>
      </w:pPr>
      <w:r>
        <w:lastRenderedPageBreak/>
        <w:t>SO 03 001.01 5909032020 – Přesná úprava GPK koleje směrové a výškové uspořádání pražce betonové.</w:t>
      </w:r>
    </w:p>
    <w:p w14:paraId="2CD6F7CF" w14:textId="77777777" w:rsidR="00DF7F3D" w:rsidRDefault="00DF7F3D" w:rsidP="00DF7F3D">
      <w:pPr>
        <w:pStyle w:val="Odrka1-1"/>
        <w:numPr>
          <w:ilvl w:val="0"/>
          <w:numId w:val="42"/>
        </w:numPr>
        <w:ind w:left="1134"/>
        <w:contextualSpacing w:val="0"/>
        <w:jc w:val="left"/>
      </w:pPr>
      <w:r>
        <w:t>SO 03 001.02 5909032020 – Přesná úprava GPK koleje směrové a výškové uspořádání pražce betonové.</w:t>
      </w:r>
    </w:p>
    <w:p w14:paraId="4DED7DA4" w14:textId="77777777" w:rsidR="00DF7F3D" w:rsidRDefault="00DF7F3D" w:rsidP="00DF7F3D">
      <w:pPr>
        <w:pStyle w:val="Odrka1-1"/>
        <w:numPr>
          <w:ilvl w:val="0"/>
          <w:numId w:val="42"/>
        </w:numPr>
        <w:ind w:left="1134"/>
        <w:contextualSpacing w:val="0"/>
        <w:jc w:val="left"/>
      </w:pPr>
      <w:r>
        <w:t>SO 03 001.03 5909032020 – Přesná úprava GPK koleje směrové a výškové uspořádání pražce betonové.</w:t>
      </w:r>
    </w:p>
    <w:p w14:paraId="2AF9D452" w14:textId="77777777" w:rsidR="00DF7F3D" w:rsidRDefault="00DF7F3D" w:rsidP="00DF7F3D">
      <w:pPr>
        <w:pStyle w:val="Odrka1-1"/>
        <w:numPr>
          <w:ilvl w:val="0"/>
          <w:numId w:val="42"/>
        </w:numPr>
        <w:ind w:left="1134"/>
        <w:contextualSpacing w:val="0"/>
        <w:jc w:val="left"/>
      </w:pPr>
      <w:r>
        <w:t>SO 03 002.05 5909032020 – Přesná úprava GPK koleje směrové a výškové uspořádání pražce betonové.</w:t>
      </w:r>
    </w:p>
    <w:p w14:paraId="4D531C2A" w14:textId="77777777" w:rsidR="00DF7F3D" w:rsidRDefault="00DF7F3D" w:rsidP="00DF7F3D">
      <w:pPr>
        <w:pStyle w:val="Odrka1-1"/>
        <w:numPr>
          <w:ilvl w:val="0"/>
          <w:numId w:val="42"/>
        </w:numPr>
        <w:ind w:left="1134"/>
        <w:contextualSpacing w:val="0"/>
        <w:jc w:val="left"/>
      </w:pPr>
      <w:r>
        <w:t>SO 03 002.06 5909032020 – Přesná úprava GPK koleje směrové a výškové uspořádání pražce betonové.</w:t>
      </w:r>
    </w:p>
    <w:p w14:paraId="7039534A" w14:textId="58833468" w:rsidR="00DF7F3D" w:rsidRPr="00D215E7" w:rsidRDefault="00DF7F3D" w:rsidP="00DF7F3D">
      <w:pPr>
        <w:pStyle w:val="Odrka1-1"/>
        <w:numPr>
          <w:ilvl w:val="0"/>
          <w:numId w:val="42"/>
        </w:numPr>
        <w:ind w:left="1134"/>
        <w:contextualSpacing w:val="0"/>
        <w:jc w:val="left"/>
      </w:pPr>
      <w:r>
        <w:t>SO 03 002.07 5909032020 – Přesná úprava GPK koleje směrové a výškové uspořádání pražce betonové.</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w:t>
      </w:r>
      <w:r>
        <w:lastRenderedPageBreak/>
        <w:t xml:space="preserve">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C25514" w:rsidRDefault="00214C3E" w:rsidP="00214C3E">
      <w:pPr>
        <w:pStyle w:val="Text1-1"/>
      </w:pPr>
      <w:r w:rsidRPr="00C25514">
        <w:t>V bodě 7.5.3 Obchodních podmínek se lhůta upravuje na pět (5) dní.</w:t>
      </w:r>
    </w:p>
    <w:p w14:paraId="3CA5CD76" w14:textId="59444906" w:rsidR="00214C3E" w:rsidRPr="00C25514" w:rsidRDefault="00214C3E" w:rsidP="00C25514">
      <w:pPr>
        <w:pStyle w:val="Text1-1"/>
      </w:pPr>
      <w:r w:rsidRPr="00C25514">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lastRenderedPageBreak/>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C2C945F" w:rsidR="00A1575E" w:rsidRPr="009A12BD" w:rsidRDefault="00A1575E" w:rsidP="00D16407">
      <w:pPr>
        <w:pStyle w:val="Odstavec1-1a"/>
      </w:pPr>
      <w:r w:rsidRPr="009A12BD">
        <w:t xml:space="preserve">hodnota provedených prací dle jednotlivých poddodavatelů/ členů koncernu specifikovaná dle jednotlivých poddodavatelů/ členů koncernu, a to jak v Kč, tak v %, včetně věcného rozsahu plnění (označení dle </w:t>
      </w:r>
      <w:r w:rsidR="001E37F4">
        <w:t xml:space="preserve">čísel a názvů jednotlivých </w:t>
      </w:r>
      <w:r w:rsidRPr="009A12BD">
        <w:t>SO, případně jiným vhodným způsob</w:t>
      </w:r>
      <w:r w:rsidR="001E37F4">
        <w:t>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 xml:space="preserve">jak jsou definovány v § 28 odst. </w:t>
      </w:r>
      <w:r w:rsidR="00AC10C3">
        <w:lastRenderedPageBreak/>
        <w:t>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0" w:name="_Ref214189956"/>
      <w:r w:rsidRPr="00F97DBD">
        <w:lastRenderedPageBreak/>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72CA76C0"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000C18CB">
        <w:rPr>
          <w:lang w:val="en-US"/>
        </w:rPr>
        <w:t xml:space="preserve">2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DF7F3D">
      <w:pPr>
        <w:pStyle w:val="Text1-1"/>
        <w:spacing w:after="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DF7F3D">
      <w:pPr>
        <w:pStyle w:val="Text1-1"/>
        <w:spacing w:after="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DF7F3D">
      <w:pPr>
        <w:pStyle w:val="Text1-1"/>
        <w:spacing w:after="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w:t>
      </w:r>
      <w:r w:rsidRPr="00516813">
        <w:lastRenderedPageBreak/>
        <w:t xml:space="preserve">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DF7F3D">
      <w:pPr>
        <w:pStyle w:val="Text1-1"/>
        <w:spacing w:after="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DF7F3D">
      <w:pPr>
        <w:pStyle w:val="Text1-1"/>
        <w:spacing w:after="8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DF7F3D">
            <w:pPr>
              <w:pStyle w:val="Textbezslovn"/>
              <w:spacing w:after="8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746756FE" w:rsidR="00214C3E" w:rsidRPr="00F97DBD" w:rsidRDefault="00214C3E" w:rsidP="00DF7F3D">
            <w:pPr>
              <w:pStyle w:val="Textbezslovn"/>
              <w:spacing w:after="80"/>
            </w:pPr>
            <w:r w:rsidRPr="00F97DBD">
              <w:t xml:space="preserve">Obchodní podmínky – </w:t>
            </w:r>
            <w:r w:rsidR="005F1C5A" w:rsidRPr="00FA3681">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DF7F3D">
            <w:pPr>
              <w:pStyle w:val="Textbezslovn"/>
              <w:spacing w:after="8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DF7F3D">
            <w:pPr>
              <w:pStyle w:val="Textbezslovn"/>
              <w:spacing w:after="80"/>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DF7F3D">
            <w:pPr>
              <w:pStyle w:val="Textbezslovn"/>
              <w:spacing w:after="80"/>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DF7F3D">
            <w:pPr>
              <w:pStyle w:val="Textbezslovn"/>
              <w:spacing w:after="80"/>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DF7F3D">
            <w:pPr>
              <w:pStyle w:val="Textbezslovn"/>
              <w:spacing w:after="8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DF7F3D">
            <w:pPr>
              <w:pStyle w:val="Textbezslovn"/>
              <w:spacing w:after="80"/>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DF7F3D">
            <w:pPr>
              <w:pStyle w:val="Textbezslovn"/>
              <w:spacing w:after="8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DF7F3D">
            <w:pPr>
              <w:pStyle w:val="Textbezslovn"/>
              <w:spacing w:after="80"/>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DF7F3D">
            <w:pPr>
              <w:pStyle w:val="Textbezslovn"/>
              <w:spacing w:after="8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DF7F3D">
            <w:pPr>
              <w:pStyle w:val="Textbezslovn"/>
              <w:spacing w:after="80"/>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DF7F3D">
            <w:pPr>
              <w:pStyle w:val="Textbezslovn"/>
              <w:spacing w:after="8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DF7F3D">
            <w:pPr>
              <w:pStyle w:val="Textbezslovn"/>
              <w:spacing w:after="80"/>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DF7F3D">
            <w:pPr>
              <w:pStyle w:val="Textbezslovn"/>
              <w:spacing w:after="8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DF7F3D">
            <w:pPr>
              <w:pStyle w:val="Textbezslovn"/>
              <w:spacing w:after="80"/>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0761C7" w:rsidP="00DF7F3D">
            <w:pPr>
              <w:pStyle w:val="Textbezslovn"/>
              <w:spacing w:after="80"/>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DF7F3D">
            <w:pPr>
              <w:pStyle w:val="Textbezslovn"/>
              <w:spacing w:after="80"/>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DF7F3D">
            <w:pPr>
              <w:pStyle w:val="Textbezslovn"/>
              <w:spacing w:after="80"/>
            </w:pPr>
            <w:r w:rsidRPr="00214C3E">
              <w:rPr>
                <w:u w:val="single"/>
              </w:rPr>
              <w:t>Příloha č. 9</w:t>
            </w:r>
            <w:r>
              <w:t>:</w:t>
            </w:r>
          </w:p>
        </w:tc>
        <w:tc>
          <w:tcPr>
            <w:tcW w:w="2969" w:type="pct"/>
          </w:tcPr>
          <w:p w14:paraId="79FD9A31" w14:textId="77777777" w:rsidR="004904BE" w:rsidRPr="00F97DBD" w:rsidRDefault="004904BE" w:rsidP="00DF7F3D">
            <w:pPr>
              <w:pStyle w:val="Textbezslovn"/>
              <w:spacing w:after="80"/>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DF7F3D">
            <w:pPr>
              <w:pStyle w:val="Textbezslovn"/>
              <w:spacing w:after="80"/>
            </w:pPr>
            <w:r w:rsidRPr="00214C3E">
              <w:rPr>
                <w:u w:val="single"/>
              </w:rPr>
              <w:t>Příloha č</w:t>
            </w:r>
            <w:r>
              <w:rPr>
                <w:u w:val="single"/>
              </w:rPr>
              <w:t>. 10</w:t>
            </w:r>
            <w:r>
              <w:t>:</w:t>
            </w:r>
          </w:p>
          <w:p w14:paraId="79275B0D" w14:textId="77777777" w:rsidR="009B37DF" w:rsidRDefault="009B37DF" w:rsidP="00DF7F3D">
            <w:pPr>
              <w:pStyle w:val="Textbezslovn"/>
              <w:spacing w:after="80"/>
              <w:rPr>
                <w:u w:val="single"/>
              </w:rPr>
            </w:pPr>
          </w:p>
          <w:p w14:paraId="5E03691C" w14:textId="55FD8014" w:rsidR="009B37DF" w:rsidRDefault="009B37DF" w:rsidP="00DF7F3D">
            <w:pPr>
              <w:pStyle w:val="Textbezslovn"/>
              <w:spacing w:after="80"/>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DF7F3D">
            <w:pPr>
              <w:pStyle w:val="Textbezslovn"/>
              <w:spacing w:after="80"/>
            </w:pPr>
            <w:r w:rsidRPr="009B37DF">
              <w:t>Osvědčení o řádném plnění veřejné zakázky na stavební práce</w:t>
            </w:r>
          </w:p>
          <w:p w14:paraId="43E44936" w14:textId="2CE44A04" w:rsidR="009B37DF" w:rsidRPr="00F97DBD" w:rsidRDefault="009B37DF" w:rsidP="00DF7F3D">
            <w:pPr>
              <w:pStyle w:val="Textbezslovn"/>
              <w:spacing w:after="80"/>
            </w:pPr>
            <w:r>
              <w:t>Nález podezřelého předmětu</w:t>
            </w:r>
          </w:p>
        </w:tc>
      </w:tr>
    </w:tbl>
    <w:p w14:paraId="1819369F" w14:textId="3D05F0B8" w:rsidR="00716AEF" w:rsidRPr="00716AEF" w:rsidRDefault="00214C3E" w:rsidP="000761C7">
      <w:pPr>
        <w:pStyle w:val="Textbezodsazen"/>
        <w:spacing w:before="120"/>
        <w:rPr>
          <w:b/>
        </w:rPr>
      </w:pPr>
      <w:r w:rsidRPr="00214C3E">
        <w:rPr>
          <w:b/>
        </w:rPr>
        <w:t>Smluvní strany prohlašují, že si tuto Smlouvu přečetly, že s jejím obsahem souhlasí a</w:t>
      </w:r>
      <w:bookmarkStart w:id="8" w:name="_GoBack"/>
      <w:bookmarkEnd w:id="8"/>
      <w:r w:rsidRPr="00214C3E">
        <w:rPr>
          <w:b/>
        </w:rPr>
        <w:t xml:space="preserve"> na důkaz toho k ní připojují svoje podpisy.</w:t>
      </w:r>
    </w:p>
    <w:p w14:paraId="5EBA7105" w14:textId="77777777" w:rsidR="000761C7" w:rsidRDefault="000761C7" w:rsidP="009F0867">
      <w:pPr>
        <w:pStyle w:val="Textbezodsazen"/>
      </w:pPr>
    </w:p>
    <w:p w14:paraId="37ABF390" w14:textId="49871842"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080F4DD1" w14:textId="7583CE02" w:rsidR="00F422D3" w:rsidRDefault="00F422D3" w:rsidP="009F0867">
      <w:pPr>
        <w:pStyle w:val="Textbezodsazen"/>
      </w:pPr>
    </w:p>
    <w:p w14:paraId="67414299" w14:textId="77777777" w:rsidR="00DF7F3D" w:rsidRDefault="00DF7F3D"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197435" w14:textId="7F5F9FBE" w:rsidR="00716AEF" w:rsidRDefault="00716AEF" w:rsidP="009F0867">
      <w:pPr>
        <w:pStyle w:val="Textbezodsazen"/>
      </w:pPr>
    </w:p>
    <w:p w14:paraId="12804A9D" w14:textId="77777777" w:rsidR="00DF7F3D" w:rsidRDefault="00DF7F3D" w:rsidP="009F0867">
      <w:pPr>
        <w:pStyle w:val="Textbezodsazen"/>
      </w:pPr>
    </w:p>
    <w:p w14:paraId="2468A524" w14:textId="27D30C90" w:rsidR="00DF7F3D" w:rsidRDefault="00DF7F3D" w:rsidP="009F0867">
      <w:pPr>
        <w:pStyle w:val="Textbezodsazen"/>
      </w:pPr>
    </w:p>
    <w:p w14:paraId="603F6590" w14:textId="1E7A91A1" w:rsidR="00CB4F6D" w:rsidRDefault="00931370" w:rsidP="00716AEF">
      <w:pPr>
        <w:pStyle w:val="Textbezodsazen"/>
      </w:pPr>
      <w:r>
        <w:t>Tato smlouva byla uveřejněna prostřednictvím Registru smluv dne ……………</w:t>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0E17F399" w:rsidR="006F14D3" w:rsidRDefault="0034711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41CF8512"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1E37F4">
        <w:rPr>
          <w:b/>
        </w:rPr>
        <w:t>(SO):</w:t>
      </w:r>
    </w:p>
    <w:p w14:paraId="339D6728" w14:textId="77777777" w:rsidR="00E519F6" w:rsidRDefault="00E519F6" w:rsidP="00D16407">
      <w:pPr>
        <w:pStyle w:val="Odrka1-1"/>
        <w:numPr>
          <w:ilvl w:val="0"/>
          <w:numId w:val="0"/>
        </w:numPr>
        <w:ind w:left="737"/>
      </w:pPr>
    </w:p>
    <w:p w14:paraId="3898C2D8" w14:textId="2233D198" w:rsidR="006C0BB6" w:rsidRDefault="00E519F6" w:rsidP="00087853">
      <w:pPr>
        <w:pStyle w:val="Odrka1-1"/>
        <w:numPr>
          <w:ilvl w:val="0"/>
          <w:numId w:val="0"/>
        </w:numPr>
        <w:ind w:left="737"/>
        <w:jc w:val="left"/>
        <w:sectPr w:rsidR="006C0BB6" w:rsidSect="004E70C8">
          <w:footerReference w:type="default" r:id="rId23"/>
          <w:pgSz w:w="11906" w:h="16838" w:code="9"/>
          <w:pgMar w:top="1417" w:right="1417" w:bottom="1417" w:left="1417" w:header="595" w:footer="624" w:gutter="652"/>
          <w:pgNumType w:start="1"/>
          <w:cols w:space="708"/>
          <w:docGrid w:linePitch="360"/>
        </w:sectPr>
      </w:pPr>
      <w:r w:rsidRPr="00E519F6">
        <w:t>Do přílohy Smlouvy bude vložen Položkový soupis prací s výkazem výměr předložený v nabídce účastníka</w:t>
      </w:r>
      <w:r w:rsidR="00E463D2">
        <w:t>.</w:t>
      </w:r>
      <w:r w:rsidR="00087853">
        <w:t xml:space="preserve"> </w:t>
      </w:r>
      <w:r w:rsidR="00087853" w:rsidRPr="00B34EEF">
        <w:rPr>
          <w:highlight w:val="yellow"/>
        </w:rPr>
        <w:t>[VLOŽÍ ZHOTOVITEL]</w:t>
      </w: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1FD102D5" w14:textId="305E3551" w:rsidR="00716AEF" w:rsidRPr="00F95FBD" w:rsidRDefault="00716AEF" w:rsidP="00716AE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716AEF" w:rsidRPr="00F95FBD" w14:paraId="7BBE8DBC" w14:textId="77777777" w:rsidTr="00716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6667FE" w14:textId="77777777" w:rsidR="00716AEF" w:rsidRPr="00F95FBD" w:rsidRDefault="00716AEF" w:rsidP="00716AEF">
            <w:pPr>
              <w:pStyle w:val="Tabulka"/>
              <w:rPr>
                <w:rStyle w:val="Nadpisvtabulce"/>
                <w:b w:val="0"/>
              </w:rPr>
            </w:pPr>
            <w:r w:rsidRPr="00F95FBD">
              <w:rPr>
                <w:rStyle w:val="Nadpisvtabulce"/>
                <w:b w:val="0"/>
              </w:rPr>
              <w:t>Jméno a příjmení</w:t>
            </w:r>
          </w:p>
        </w:tc>
        <w:tc>
          <w:tcPr>
            <w:tcW w:w="5812" w:type="dxa"/>
          </w:tcPr>
          <w:p w14:paraId="63B0411B" w14:textId="77777777" w:rsidR="00716AEF" w:rsidRPr="0079568C" w:rsidRDefault="00716AEF" w:rsidP="00716AE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716AEF" w:rsidRPr="00F95FBD" w14:paraId="75ED9697"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585058D6" w14:textId="77777777" w:rsidR="00716AEF" w:rsidRPr="00F95FBD" w:rsidRDefault="00716AEF" w:rsidP="00716AEF">
            <w:pPr>
              <w:pStyle w:val="Tabulka"/>
              <w:rPr>
                <w:sz w:val="18"/>
              </w:rPr>
            </w:pPr>
            <w:r w:rsidRPr="00F95FBD">
              <w:rPr>
                <w:sz w:val="18"/>
              </w:rPr>
              <w:t>Adresa</w:t>
            </w:r>
          </w:p>
        </w:tc>
        <w:tc>
          <w:tcPr>
            <w:tcW w:w="5812" w:type="dxa"/>
          </w:tcPr>
          <w:p w14:paraId="1D6CE72E" w14:textId="77777777" w:rsidR="00716AEF" w:rsidRPr="0079568C"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w:t>
            </w:r>
          </w:p>
        </w:tc>
      </w:tr>
      <w:tr w:rsidR="00716AEF" w:rsidRPr="00F95FBD" w14:paraId="69164FEC"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36B7189D" w14:textId="77777777" w:rsidR="00716AEF" w:rsidRPr="00F95FBD" w:rsidRDefault="00716AEF" w:rsidP="00716AEF">
            <w:pPr>
              <w:pStyle w:val="Tabulka"/>
              <w:rPr>
                <w:sz w:val="18"/>
              </w:rPr>
            </w:pPr>
            <w:r w:rsidRPr="00F95FBD">
              <w:rPr>
                <w:sz w:val="18"/>
              </w:rPr>
              <w:t>E-mail</w:t>
            </w:r>
          </w:p>
        </w:tc>
        <w:tc>
          <w:tcPr>
            <w:tcW w:w="5812" w:type="dxa"/>
          </w:tcPr>
          <w:p w14:paraId="29381F52" w14:textId="77777777" w:rsidR="00716AEF" w:rsidRPr="0079568C"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716AEF" w:rsidRPr="00F95FBD" w14:paraId="1F2B174F"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18050759" w14:textId="77777777" w:rsidR="00716AEF" w:rsidRPr="00F95FBD" w:rsidRDefault="00716AEF" w:rsidP="00716AEF">
            <w:pPr>
              <w:pStyle w:val="Tabulka"/>
              <w:rPr>
                <w:sz w:val="18"/>
              </w:rPr>
            </w:pPr>
            <w:r w:rsidRPr="00F95FBD">
              <w:rPr>
                <w:sz w:val="18"/>
              </w:rPr>
              <w:t>Telefon</w:t>
            </w:r>
          </w:p>
        </w:tc>
        <w:tc>
          <w:tcPr>
            <w:tcW w:w="5812" w:type="dxa"/>
          </w:tcPr>
          <w:p w14:paraId="13F7A96B" w14:textId="77777777" w:rsidR="00716AEF" w:rsidRPr="0079568C"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5329F655" w14:textId="77777777" w:rsidR="00716AEF" w:rsidRPr="00574D5B" w:rsidRDefault="00716AEF" w:rsidP="00716AEF">
      <w:pPr>
        <w:spacing w:after="120"/>
        <w:jc w:val="both"/>
      </w:pPr>
    </w:p>
    <w:p w14:paraId="0BDC0368" w14:textId="4A31ECF5" w:rsidR="00716AEF" w:rsidRPr="00574D5B" w:rsidRDefault="00716AEF" w:rsidP="00716AEF">
      <w:pPr>
        <w:keepNext/>
        <w:keepLines/>
        <w:pBdr>
          <w:top w:val="single" w:sz="12" w:space="3" w:color="00A1E0" w:themeColor="accent3"/>
        </w:pBdr>
        <w:suppressAutoHyphens/>
        <w:spacing w:after="60"/>
        <w:rPr>
          <w:b/>
        </w:rPr>
      </w:pPr>
      <w:r w:rsidRPr="00574D5B">
        <w:rPr>
          <w:b/>
        </w:rPr>
        <w:t>Ve věcech technických</w:t>
      </w:r>
      <w:r>
        <w:rPr>
          <w:b/>
        </w:rPr>
        <w:t xml:space="preserve"> ll.</w:t>
      </w:r>
    </w:p>
    <w:tbl>
      <w:tblPr>
        <w:tblStyle w:val="Mkatabulky"/>
        <w:tblW w:w="8868" w:type="dxa"/>
        <w:tblLook w:val="04A0" w:firstRow="1" w:lastRow="0" w:firstColumn="1" w:lastColumn="0" w:noHBand="0" w:noVBand="1"/>
      </w:tblPr>
      <w:tblGrid>
        <w:gridCol w:w="3056"/>
        <w:gridCol w:w="5812"/>
      </w:tblGrid>
      <w:tr w:rsidR="00716AEF" w:rsidRPr="00574D5B" w14:paraId="42BE2AF0" w14:textId="77777777" w:rsidTr="00716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7B6F2C" w14:textId="77777777" w:rsidR="00716AEF" w:rsidRPr="00574D5B" w:rsidRDefault="00716AEF" w:rsidP="00716AEF">
            <w:pPr>
              <w:spacing w:before="40" w:after="40"/>
              <w:jc w:val="both"/>
              <w:rPr>
                <w:sz w:val="18"/>
              </w:rPr>
            </w:pPr>
            <w:r w:rsidRPr="00574D5B">
              <w:rPr>
                <w:sz w:val="18"/>
              </w:rPr>
              <w:t>Jméno a příjmení</w:t>
            </w:r>
          </w:p>
        </w:tc>
        <w:tc>
          <w:tcPr>
            <w:tcW w:w="5812" w:type="dxa"/>
          </w:tcPr>
          <w:p w14:paraId="24649BEA" w14:textId="77777777" w:rsidR="00716AEF" w:rsidRPr="00574D5B" w:rsidRDefault="00716AEF" w:rsidP="00716AEF">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716AEF" w:rsidRPr="00574D5B" w14:paraId="0A9E8C7E"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1482053E" w14:textId="77777777" w:rsidR="00716AEF" w:rsidRPr="00574D5B" w:rsidRDefault="00716AEF" w:rsidP="00716AEF">
            <w:pPr>
              <w:spacing w:before="40" w:after="40"/>
              <w:jc w:val="both"/>
              <w:rPr>
                <w:sz w:val="18"/>
              </w:rPr>
            </w:pPr>
            <w:r w:rsidRPr="00574D5B">
              <w:rPr>
                <w:sz w:val="18"/>
              </w:rPr>
              <w:t>Adresa</w:t>
            </w:r>
          </w:p>
        </w:tc>
        <w:tc>
          <w:tcPr>
            <w:tcW w:w="5812" w:type="dxa"/>
          </w:tcPr>
          <w:p w14:paraId="5B0FDD02" w14:textId="77777777" w:rsidR="00716AEF" w:rsidRPr="00574D5B" w:rsidRDefault="00716AEF" w:rsidP="00716AE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Nádražní 3113</w:t>
            </w:r>
            <w:r w:rsidRPr="00574D5B">
              <w:rPr>
                <w:sz w:val="18"/>
              </w:rPr>
              <w:t xml:space="preserve">, </w:t>
            </w:r>
            <w:r>
              <w:rPr>
                <w:sz w:val="18"/>
              </w:rPr>
              <w:t>150 00 Praha 5</w:t>
            </w:r>
          </w:p>
        </w:tc>
      </w:tr>
      <w:tr w:rsidR="00716AEF" w:rsidRPr="00574D5B" w14:paraId="0C029FC7"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7F806D6D" w14:textId="77777777" w:rsidR="00716AEF" w:rsidRPr="00574D5B" w:rsidRDefault="00716AEF" w:rsidP="00716AEF">
            <w:pPr>
              <w:spacing w:before="40" w:after="40"/>
              <w:jc w:val="both"/>
              <w:rPr>
                <w:sz w:val="18"/>
              </w:rPr>
            </w:pPr>
            <w:r w:rsidRPr="00574D5B">
              <w:rPr>
                <w:sz w:val="18"/>
              </w:rPr>
              <w:t>E-mail</w:t>
            </w:r>
          </w:p>
        </w:tc>
        <w:tc>
          <w:tcPr>
            <w:tcW w:w="5812" w:type="dxa"/>
          </w:tcPr>
          <w:p w14:paraId="7CF2DC84" w14:textId="77777777" w:rsidR="00716AEF" w:rsidRPr="00574D5B" w:rsidRDefault="00716AEF" w:rsidP="00716AE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Bednar</w:t>
            </w:r>
            <w:r w:rsidRPr="00574D5B">
              <w:rPr>
                <w:sz w:val="18"/>
              </w:rPr>
              <w:t>@</w:t>
            </w:r>
            <w:r>
              <w:rPr>
                <w:sz w:val="18"/>
              </w:rPr>
              <w:t>spravazeleznic.cz</w:t>
            </w:r>
          </w:p>
        </w:tc>
      </w:tr>
      <w:tr w:rsidR="00716AEF" w:rsidRPr="00574D5B" w14:paraId="7923331E"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5BB85774" w14:textId="77777777" w:rsidR="00716AEF" w:rsidRPr="00574D5B" w:rsidRDefault="00716AEF" w:rsidP="00716AEF">
            <w:pPr>
              <w:spacing w:before="40" w:after="40"/>
              <w:jc w:val="both"/>
              <w:rPr>
                <w:sz w:val="18"/>
              </w:rPr>
            </w:pPr>
            <w:r w:rsidRPr="00574D5B">
              <w:rPr>
                <w:sz w:val="18"/>
              </w:rPr>
              <w:t>Telefon</w:t>
            </w:r>
          </w:p>
        </w:tc>
        <w:tc>
          <w:tcPr>
            <w:tcW w:w="5812" w:type="dxa"/>
          </w:tcPr>
          <w:p w14:paraId="49FFE5E4" w14:textId="77777777" w:rsidR="00716AEF" w:rsidRPr="00574D5B" w:rsidRDefault="00716AEF" w:rsidP="00716AE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577460D7" w14:textId="77777777" w:rsidR="00ED29F1" w:rsidRPr="00F95FBD" w:rsidRDefault="00ED29F1" w:rsidP="00ED29F1">
      <w:pPr>
        <w:pStyle w:val="Textbezodsazen"/>
      </w:pPr>
    </w:p>
    <w:p w14:paraId="26B40068" w14:textId="278F920F"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716AEF">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0C18CB" w:rsidRPr="00F95FBD" w14:paraId="6BB47C75" w14:textId="77777777" w:rsidTr="000C18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A3CC99E" w:rsidR="000C18CB" w:rsidRPr="00F95FBD" w:rsidRDefault="000C18CB" w:rsidP="000C18CB">
            <w:pPr>
              <w:pStyle w:val="Tabulka"/>
              <w:rPr>
                <w:rStyle w:val="Nadpisvtabulce"/>
                <w:b w:val="0"/>
              </w:rPr>
            </w:pPr>
            <w:r w:rsidRPr="00574D5B">
              <w:rPr>
                <w:sz w:val="18"/>
              </w:rPr>
              <w:t>Jméno a příjmení</w:t>
            </w:r>
          </w:p>
        </w:tc>
        <w:tc>
          <w:tcPr>
            <w:tcW w:w="5812" w:type="dxa"/>
          </w:tcPr>
          <w:p w14:paraId="206B9A4F" w14:textId="0695FF09" w:rsidR="000C18CB" w:rsidRDefault="000C18CB" w:rsidP="000C18CB">
            <w:pPr>
              <w:pStyle w:val="Tabulka"/>
              <w:cnfStyle w:val="100000000000" w:firstRow="1" w:lastRow="0" w:firstColumn="0" w:lastColumn="0" w:oddVBand="0" w:evenVBand="0" w:oddHBand="0" w:evenHBand="0" w:firstRowFirstColumn="0" w:firstRowLastColumn="0" w:lastRowFirstColumn="0" w:lastRowLastColumn="0"/>
            </w:pPr>
            <w:r>
              <w:rPr>
                <w:sz w:val="18"/>
              </w:rPr>
              <w:t>Tomáš Dědek</w:t>
            </w:r>
          </w:p>
        </w:tc>
      </w:tr>
      <w:tr w:rsidR="000C18CB" w:rsidRPr="00F95FBD" w14:paraId="6BA27073"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06179190" w14:textId="1FBBFD97" w:rsidR="000C18CB" w:rsidRPr="00F95FBD" w:rsidRDefault="000C18CB" w:rsidP="000C18CB">
            <w:pPr>
              <w:pStyle w:val="Tabulka"/>
              <w:rPr>
                <w:sz w:val="18"/>
              </w:rPr>
            </w:pPr>
            <w:r w:rsidRPr="00574D5B">
              <w:rPr>
                <w:sz w:val="18"/>
              </w:rPr>
              <w:t>Adresa</w:t>
            </w:r>
          </w:p>
        </w:tc>
        <w:tc>
          <w:tcPr>
            <w:tcW w:w="5812" w:type="dxa"/>
          </w:tcPr>
          <w:p w14:paraId="67C0B84E" w14:textId="4365BFC8" w:rsidR="000C18CB" w:rsidRDefault="000C18CB" w:rsidP="000C18CB">
            <w:pPr>
              <w:pStyle w:val="Tabulka"/>
              <w:cnfStyle w:val="000000000000" w:firstRow="0" w:lastRow="0" w:firstColumn="0" w:lastColumn="0" w:oddVBand="0" w:evenVBand="0" w:oddHBand="0" w:evenHBand="0" w:firstRowFirstColumn="0" w:firstRowLastColumn="0" w:lastRowFirstColumn="0" w:lastRowLastColumn="0"/>
            </w:pPr>
            <w:r>
              <w:rPr>
                <w:sz w:val="18"/>
              </w:rPr>
              <w:t>Nádražní 3113, 150 00 Praha 5</w:t>
            </w:r>
          </w:p>
        </w:tc>
      </w:tr>
      <w:tr w:rsidR="000C18CB" w:rsidRPr="00F95FBD" w14:paraId="004849BF"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51C0CC82" w14:textId="76088AF5" w:rsidR="000C18CB" w:rsidRPr="00F95FBD" w:rsidRDefault="000C18CB" w:rsidP="000C18CB">
            <w:pPr>
              <w:pStyle w:val="Tabulka"/>
              <w:rPr>
                <w:sz w:val="18"/>
              </w:rPr>
            </w:pPr>
            <w:r w:rsidRPr="00574D5B">
              <w:rPr>
                <w:sz w:val="18"/>
              </w:rPr>
              <w:t>E-mail</w:t>
            </w:r>
          </w:p>
        </w:tc>
        <w:tc>
          <w:tcPr>
            <w:tcW w:w="5812" w:type="dxa"/>
          </w:tcPr>
          <w:p w14:paraId="234808F8" w14:textId="317B2862" w:rsidR="000C18CB" w:rsidRPr="00716AEF" w:rsidRDefault="000C18CB" w:rsidP="000C18CB">
            <w:pPr>
              <w:pStyle w:val="Tabulka"/>
              <w:cnfStyle w:val="000000000000" w:firstRow="0" w:lastRow="0" w:firstColumn="0" w:lastColumn="0" w:oddVBand="0" w:evenVBand="0" w:oddHBand="0" w:evenHBand="0" w:firstRowFirstColumn="0" w:firstRowLastColumn="0" w:lastRowFirstColumn="0" w:lastRowLastColumn="0"/>
            </w:pPr>
            <w:r>
              <w:rPr>
                <w:sz w:val="18"/>
              </w:rPr>
              <w:t>Dedek</w:t>
            </w:r>
            <w:r w:rsidRPr="0079568C">
              <w:rPr>
                <w:sz w:val="18"/>
              </w:rPr>
              <w:t>@</w:t>
            </w:r>
            <w:r w:rsidRPr="00574D5B">
              <w:rPr>
                <w:sz w:val="18"/>
              </w:rPr>
              <w:t>spravazeleznic.cz</w:t>
            </w:r>
          </w:p>
        </w:tc>
      </w:tr>
      <w:tr w:rsidR="000C18CB" w:rsidRPr="00F95FBD" w14:paraId="7544B534"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7041C461" w14:textId="5C23B375" w:rsidR="000C18CB" w:rsidRPr="00F95FBD" w:rsidRDefault="000C18CB" w:rsidP="000C18CB">
            <w:pPr>
              <w:pStyle w:val="Tabulka"/>
              <w:rPr>
                <w:sz w:val="18"/>
              </w:rPr>
            </w:pPr>
            <w:r w:rsidRPr="00574D5B">
              <w:rPr>
                <w:sz w:val="18"/>
              </w:rPr>
              <w:t>Telefon</w:t>
            </w:r>
          </w:p>
        </w:tc>
        <w:tc>
          <w:tcPr>
            <w:tcW w:w="5812" w:type="dxa"/>
          </w:tcPr>
          <w:p w14:paraId="4201E479" w14:textId="5CC91170" w:rsidR="000C18CB" w:rsidRPr="00716AEF" w:rsidRDefault="000C18CB" w:rsidP="000C18CB">
            <w:pPr>
              <w:pStyle w:val="Tabulka"/>
              <w:cnfStyle w:val="000000000000" w:firstRow="0" w:lastRow="0" w:firstColumn="0" w:lastColumn="0" w:oddVBand="0" w:evenVBand="0" w:oddHBand="0" w:evenHBand="0" w:firstRowFirstColumn="0" w:firstRowLastColumn="0" w:lastRowFirstColumn="0" w:lastRowLastColumn="0"/>
            </w:pPr>
            <w:r w:rsidRPr="00F22A8D">
              <w:rPr>
                <w:sz w:val="18"/>
              </w:rPr>
              <w:t>725 721 225</w:t>
            </w:r>
          </w:p>
        </w:tc>
      </w:tr>
    </w:tbl>
    <w:p w14:paraId="67E88D5D" w14:textId="09BFCB02" w:rsidR="00ED29F1" w:rsidRDefault="00ED29F1" w:rsidP="00ED29F1">
      <w:pPr>
        <w:pStyle w:val="Textbezodsazen"/>
      </w:pPr>
    </w:p>
    <w:p w14:paraId="3B6C6061" w14:textId="5151A3F9" w:rsidR="00716AEF" w:rsidRPr="00F95FBD" w:rsidRDefault="00716AEF" w:rsidP="00716AE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ll.</w:t>
      </w:r>
    </w:p>
    <w:tbl>
      <w:tblPr>
        <w:tblStyle w:val="Mkatabulky"/>
        <w:tblW w:w="8868" w:type="dxa"/>
        <w:tblLook w:val="04A0" w:firstRow="1" w:lastRow="0" w:firstColumn="1" w:lastColumn="0" w:noHBand="0" w:noVBand="1"/>
      </w:tblPr>
      <w:tblGrid>
        <w:gridCol w:w="3056"/>
        <w:gridCol w:w="5812"/>
      </w:tblGrid>
      <w:tr w:rsidR="00716AEF" w:rsidRPr="00F95FBD" w14:paraId="0B2EBDF6" w14:textId="77777777" w:rsidTr="00716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BA325E" w14:textId="54C8C2E7" w:rsidR="00716AEF" w:rsidRPr="00F95FBD" w:rsidRDefault="00716AEF" w:rsidP="00716AEF">
            <w:pPr>
              <w:pStyle w:val="Tabulka"/>
              <w:rPr>
                <w:rStyle w:val="Nadpisvtabulce"/>
                <w:b w:val="0"/>
              </w:rPr>
            </w:pPr>
            <w:r w:rsidRPr="00574D5B">
              <w:rPr>
                <w:sz w:val="18"/>
              </w:rPr>
              <w:t>Jméno a příjmení</w:t>
            </w:r>
          </w:p>
        </w:tc>
        <w:tc>
          <w:tcPr>
            <w:tcW w:w="5812" w:type="dxa"/>
          </w:tcPr>
          <w:p w14:paraId="4D2B24C7" w14:textId="0ECF86EF" w:rsidR="00716AEF" w:rsidRPr="00F95FBD" w:rsidRDefault="00716AEF" w:rsidP="00716AEF">
            <w:pPr>
              <w:pStyle w:val="Tabulka"/>
              <w:cnfStyle w:val="100000000000" w:firstRow="1" w:lastRow="0" w:firstColumn="0" w:lastColumn="0" w:oddVBand="0" w:evenVBand="0" w:oddHBand="0" w:evenHBand="0" w:firstRowFirstColumn="0" w:firstRowLastColumn="0" w:lastRowFirstColumn="0" w:lastRowLastColumn="0"/>
              <w:rPr>
                <w:sz w:val="18"/>
              </w:rPr>
            </w:pPr>
            <w:r w:rsidRPr="00574D5B">
              <w:rPr>
                <w:sz w:val="18"/>
              </w:rPr>
              <w:t>Petr Skokánek</w:t>
            </w:r>
          </w:p>
        </w:tc>
      </w:tr>
      <w:tr w:rsidR="00716AEF" w:rsidRPr="00F95FBD" w14:paraId="28927663"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1B3A4DC7" w14:textId="03114469" w:rsidR="00716AEF" w:rsidRPr="00F95FBD" w:rsidRDefault="00716AEF" w:rsidP="00716AEF">
            <w:pPr>
              <w:pStyle w:val="Tabulka"/>
              <w:rPr>
                <w:sz w:val="18"/>
              </w:rPr>
            </w:pPr>
            <w:r w:rsidRPr="00574D5B">
              <w:rPr>
                <w:sz w:val="18"/>
              </w:rPr>
              <w:t>Adresa</w:t>
            </w:r>
          </w:p>
        </w:tc>
        <w:tc>
          <w:tcPr>
            <w:tcW w:w="5812" w:type="dxa"/>
          </w:tcPr>
          <w:p w14:paraId="26C682BE" w14:textId="12E5E338"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Pod Dráhou 1, 170 00 Praha 7</w:t>
            </w:r>
          </w:p>
        </w:tc>
      </w:tr>
      <w:tr w:rsidR="00716AEF" w:rsidRPr="00F95FBD" w14:paraId="37CFA716"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15D472C2" w14:textId="0304B58C" w:rsidR="00716AEF" w:rsidRPr="00F95FBD" w:rsidRDefault="00716AEF" w:rsidP="00716AEF">
            <w:pPr>
              <w:pStyle w:val="Tabulka"/>
              <w:rPr>
                <w:sz w:val="18"/>
              </w:rPr>
            </w:pPr>
            <w:r w:rsidRPr="00574D5B">
              <w:rPr>
                <w:sz w:val="18"/>
              </w:rPr>
              <w:t>E-mail</w:t>
            </w:r>
          </w:p>
        </w:tc>
        <w:tc>
          <w:tcPr>
            <w:tcW w:w="5812" w:type="dxa"/>
          </w:tcPr>
          <w:p w14:paraId="12433833" w14:textId="5812D836"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Skokanek@spravazeleznic.cz</w:t>
            </w:r>
          </w:p>
        </w:tc>
      </w:tr>
      <w:tr w:rsidR="00716AEF" w:rsidRPr="00F95FBD" w14:paraId="43162B7E"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3449D76D" w14:textId="46789707" w:rsidR="00716AEF" w:rsidRPr="00F95FBD" w:rsidRDefault="00716AEF" w:rsidP="00716AEF">
            <w:pPr>
              <w:pStyle w:val="Tabulka"/>
              <w:rPr>
                <w:sz w:val="18"/>
              </w:rPr>
            </w:pPr>
            <w:r w:rsidRPr="00574D5B">
              <w:rPr>
                <w:sz w:val="18"/>
              </w:rPr>
              <w:t>Telefon</w:t>
            </w:r>
          </w:p>
        </w:tc>
        <w:tc>
          <w:tcPr>
            <w:tcW w:w="5812" w:type="dxa"/>
          </w:tcPr>
          <w:p w14:paraId="0FDA41AC" w14:textId="05BA6FAA"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724 324 256</w:t>
            </w:r>
          </w:p>
        </w:tc>
      </w:tr>
    </w:tbl>
    <w:p w14:paraId="1DDBCD11" w14:textId="1DC77C12" w:rsidR="00716AEF" w:rsidRDefault="00716AEF" w:rsidP="00ED29F1">
      <w:pPr>
        <w:pStyle w:val="Textbezodsazen"/>
      </w:pPr>
    </w:p>
    <w:p w14:paraId="08EF7803" w14:textId="77777777" w:rsidR="00716AEF" w:rsidRDefault="00716AEF" w:rsidP="00ED29F1">
      <w:pPr>
        <w:pStyle w:val="Textbezodsazen"/>
      </w:pPr>
    </w:p>
    <w:p w14:paraId="75A840F9" w14:textId="4EC4596E" w:rsidR="00716AEF" w:rsidRPr="00F95FBD" w:rsidRDefault="00716AEF" w:rsidP="00716AEF">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lll.</w:t>
      </w:r>
    </w:p>
    <w:tbl>
      <w:tblPr>
        <w:tblStyle w:val="Mkatabulky"/>
        <w:tblW w:w="8868" w:type="dxa"/>
        <w:tblLook w:val="04A0" w:firstRow="1" w:lastRow="0" w:firstColumn="1" w:lastColumn="0" w:noHBand="0" w:noVBand="1"/>
      </w:tblPr>
      <w:tblGrid>
        <w:gridCol w:w="3056"/>
        <w:gridCol w:w="5812"/>
      </w:tblGrid>
      <w:tr w:rsidR="00716AEF" w:rsidRPr="00F95FBD" w14:paraId="5D12774F" w14:textId="77777777" w:rsidTr="00716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D1900F" w14:textId="21D44DB1" w:rsidR="00716AEF" w:rsidRPr="00F95FBD" w:rsidRDefault="00716AEF" w:rsidP="00716AEF">
            <w:pPr>
              <w:pStyle w:val="Tabulka"/>
              <w:rPr>
                <w:rStyle w:val="Nadpisvtabulce"/>
                <w:b w:val="0"/>
              </w:rPr>
            </w:pPr>
            <w:r w:rsidRPr="00574D5B">
              <w:rPr>
                <w:sz w:val="18"/>
              </w:rPr>
              <w:t>Jméno a příjmení</w:t>
            </w:r>
          </w:p>
        </w:tc>
        <w:tc>
          <w:tcPr>
            <w:tcW w:w="5812" w:type="dxa"/>
          </w:tcPr>
          <w:p w14:paraId="4C90762D" w14:textId="67AA298A" w:rsidR="00716AEF" w:rsidRPr="00F95FBD" w:rsidRDefault="00716AEF" w:rsidP="00716AE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Vlastimil Volný</w:t>
            </w:r>
          </w:p>
        </w:tc>
      </w:tr>
      <w:tr w:rsidR="00716AEF" w:rsidRPr="00F95FBD" w14:paraId="6EE7BD94"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2877FF2C" w14:textId="061A6705" w:rsidR="00716AEF" w:rsidRPr="00F95FBD" w:rsidRDefault="00716AEF" w:rsidP="00716AEF">
            <w:pPr>
              <w:pStyle w:val="Tabulka"/>
              <w:rPr>
                <w:sz w:val="18"/>
              </w:rPr>
            </w:pPr>
            <w:r w:rsidRPr="00574D5B">
              <w:rPr>
                <w:sz w:val="18"/>
              </w:rPr>
              <w:t>Adresa</w:t>
            </w:r>
          </w:p>
        </w:tc>
        <w:tc>
          <w:tcPr>
            <w:tcW w:w="5812" w:type="dxa"/>
          </w:tcPr>
          <w:p w14:paraId="1E84FCEC" w14:textId="0C1ABB49"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Nádražní 3113, 150 00 Praha 5</w:t>
            </w:r>
          </w:p>
        </w:tc>
      </w:tr>
      <w:tr w:rsidR="00716AEF" w:rsidRPr="00F95FBD" w14:paraId="1FD494FE"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4B60BA6B" w14:textId="0623146F" w:rsidR="00716AEF" w:rsidRPr="00F95FBD" w:rsidRDefault="00716AEF" w:rsidP="00716AEF">
            <w:pPr>
              <w:pStyle w:val="Tabulka"/>
              <w:rPr>
                <w:sz w:val="18"/>
              </w:rPr>
            </w:pPr>
            <w:r w:rsidRPr="00574D5B">
              <w:rPr>
                <w:sz w:val="18"/>
              </w:rPr>
              <w:t>E-mail</w:t>
            </w:r>
          </w:p>
        </w:tc>
        <w:tc>
          <w:tcPr>
            <w:tcW w:w="5812" w:type="dxa"/>
          </w:tcPr>
          <w:p w14:paraId="58DC8B30" w14:textId="7F9F1D5E"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VolnyVl@spravazeleznic.cz</w:t>
            </w:r>
          </w:p>
        </w:tc>
      </w:tr>
      <w:tr w:rsidR="00716AEF" w:rsidRPr="00F95FBD" w14:paraId="258133FC"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3964A4F9" w14:textId="3673A07B" w:rsidR="00716AEF" w:rsidRPr="00F95FBD" w:rsidRDefault="00716AEF" w:rsidP="00716AEF">
            <w:pPr>
              <w:pStyle w:val="Tabulka"/>
              <w:rPr>
                <w:sz w:val="18"/>
              </w:rPr>
            </w:pPr>
            <w:r w:rsidRPr="00574D5B">
              <w:rPr>
                <w:sz w:val="18"/>
              </w:rPr>
              <w:t>Telefon</w:t>
            </w:r>
          </w:p>
        </w:tc>
        <w:tc>
          <w:tcPr>
            <w:tcW w:w="5812" w:type="dxa"/>
          </w:tcPr>
          <w:p w14:paraId="6519AFFC" w14:textId="22324C16"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724 681 429</w:t>
            </w:r>
          </w:p>
        </w:tc>
      </w:tr>
    </w:tbl>
    <w:p w14:paraId="576881B9" w14:textId="7DE78CD5" w:rsidR="00716AEF" w:rsidRDefault="00716AEF" w:rsidP="00ED29F1">
      <w:pPr>
        <w:pStyle w:val="Textbezodsazen"/>
      </w:pPr>
    </w:p>
    <w:p w14:paraId="4E3DE374" w14:textId="63B0094B" w:rsidR="000C18CB" w:rsidRPr="00F95FBD" w:rsidRDefault="000C18CB" w:rsidP="000C18C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3E4314">
        <w:rPr>
          <w:rFonts w:asciiTheme="minorHAnsi" w:hAnsiTheme="minorHAnsi"/>
          <w:sz w:val="18"/>
          <w:szCs w:val="18"/>
        </w:rPr>
        <w:t xml:space="preserve"> IV</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0C18CB" w:rsidRPr="00F95FBD" w14:paraId="1B47F335" w14:textId="77777777" w:rsidTr="000C18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4BBDC5" w14:textId="77777777" w:rsidR="000C18CB" w:rsidRPr="00F95FBD" w:rsidRDefault="000C18CB" w:rsidP="000C18CB">
            <w:pPr>
              <w:pStyle w:val="Tabulka"/>
              <w:rPr>
                <w:rStyle w:val="Nadpisvtabulce"/>
                <w:b w:val="0"/>
              </w:rPr>
            </w:pPr>
            <w:r w:rsidRPr="00574D5B">
              <w:rPr>
                <w:sz w:val="18"/>
              </w:rPr>
              <w:t>Jméno a příjmení</w:t>
            </w:r>
          </w:p>
        </w:tc>
        <w:tc>
          <w:tcPr>
            <w:tcW w:w="5812" w:type="dxa"/>
          </w:tcPr>
          <w:p w14:paraId="6FBC063B" w14:textId="1BBC42DC" w:rsidR="000C18CB" w:rsidRPr="00F95FBD" w:rsidRDefault="000C18CB" w:rsidP="000C18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Tůma</w:t>
            </w:r>
          </w:p>
        </w:tc>
      </w:tr>
      <w:tr w:rsidR="000C18CB" w:rsidRPr="00F95FBD" w14:paraId="2F4707CC"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3249EFC7" w14:textId="77777777" w:rsidR="000C18CB" w:rsidRPr="00F95FBD" w:rsidRDefault="000C18CB" w:rsidP="000C18CB">
            <w:pPr>
              <w:pStyle w:val="Tabulka"/>
              <w:rPr>
                <w:sz w:val="18"/>
              </w:rPr>
            </w:pPr>
            <w:r w:rsidRPr="00574D5B">
              <w:rPr>
                <w:sz w:val="18"/>
              </w:rPr>
              <w:t>Adresa</w:t>
            </w:r>
          </w:p>
        </w:tc>
        <w:tc>
          <w:tcPr>
            <w:tcW w:w="5812" w:type="dxa"/>
          </w:tcPr>
          <w:p w14:paraId="59806F9F" w14:textId="62780E91" w:rsidR="000C18CB" w:rsidRPr="00F95FBD" w:rsidRDefault="000C18CB" w:rsidP="000C18CB">
            <w:pPr>
              <w:pStyle w:val="Tabulka"/>
              <w:cnfStyle w:val="000000000000" w:firstRow="0" w:lastRow="0" w:firstColumn="0" w:lastColumn="0" w:oddVBand="0" w:evenVBand="0" w:oddHBand="0" w:evenHBand="0" w:firstRowFirstColumn="0" w:firstRowLastColumn="0" w:lastRowFirstColumn="0" w:lastRowLastColumn="0"/>
              <w:rPr>
                <w:sz w:val="18"/>
              </w:rPr>
            </w:pPr>
            <w:r w:rsidRPr="000C18CB">
              <w:rPr>
                <w:sz w:val="18"/>
              </w:rPr>
              <w:t>Wilsonova 539/42</w:t>
            </w:r>
            <w:r>
              <w:rPr>
                <w:sz w:val="18"/>
              </w:rPr>
              <w:t>, 274 01 Slaný</w:t>
            </w:r>
          </w:p>
        </w:tc>
      </w:tr>
      <w:tr w:rsidR="000C18CB" w:rsidRPr="00F95FBD" w14:paraId="2E94A213"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5302D933" w14:textId="77777777" w:rsidR="000C18CB" w:rsidRPr="00F95FBD" w:rsidRDefault="000C18CB" w:rsidP="000C18CB">
            <w:pPr>
              <w:pStyle w:val="Tabulka"/>
              <w:rPr>
                <w:sz w:val="18"/>
              </w:rPr>
            </w:pPr>
            <w:r w:rsidRPr="00574D5B">
              <w:rPr>
                <w:sz w:val="18"/>
              </w:rPr>
              <w:t>E-mail</w:t>
            </w:r>
          </w:p>
        </w:tc>
        <w:tc>
          <w:tcPr>
            <w:tcW w:w="5812" w:type="dxa"/>
          </w:tcPr>
          <w:p w14:paraId="2F536D4B" w14:textId="0D04601C" w:rsidR="000C18CB" w:rsidRPr="00F95FBD" w:rsidRDefault="000C18CB" w:rsidP="000C18CB">
            <w:pPr>
              <w:pStyle w:val="Tabulka"/>
              <w:cnfStyle w:val="000000000000" w:firstRow="0" w:lastRow="0" w:firstColumn="0" w:lastColumn="0" w:oddVBand="0" w:evenVBand="0" w:oddHBand="0" w:evenHBand="0" w:firstRowFirstColumn="0" w:firstRowLastColumn="0" w:lastRowFirstColumn="0" w:lastRowLastColumn="0"/>
              <w:rPr>
                <w:sz w:val="18"/>
              </w:rPr>
            </w:pPr>
            <w:r w:rsidRPr="000C18CB">
              <w:rPr>
                <w:sz w:val="18"/>
              </w:rPr>
              <w:t>TumaMi@spravazeleznic.cz</w:t>
            </w:r>
          </w:p>
        </w:tc>
      </w:tr>
      <w:tr w:rsidR="000C18CB" w:rsidRPr="00F95FBD" w14:paraId="2A09461D"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171A85DA" w14:textId="77777777" w:rsidR="000C18CB" w:rsidRPr="00F95FBD" w:rsidRDefault="000C18CB" w:rsidP="000C18CB">
            <w:pPr>
              <w:pStyle w:val="Tabulka"/>
              <w:rPr>
                <w:sz w:val="18"/>
              </w:rPr>
            </w:pPr>
            <w:r w:rsidRPr="00574D5B">
              <w:rPr>
                <w:sz w:val="18"/>
              </w:rPr>
              <w:t>Telefon</w:t>
            </w:r>
          </w:p>
        </w:tc>
        <w:tc>
          <w:tcPr>
            <w:tcW w:w="5812" w:type="dxa"/>
          </w:tcPr>
          <w:p w14:paraId="6F8DB297" w14:textId="3F31C933" w:rsidR="000C18CB" w:rsidRPr="00F95FBD" w:rsidRDefault="000C18CB" w:rsidP="000C18CB">
            <w:pPr>
              <w:pStyle w:val="Tabulka"/>
              <w:cnfStyle w:val="000000000000" w:firstRow="0" w:lastRow="0" w:firstColumn="0" w:lastColumn="0" w:oddVBand="0" w:evenVBand="0" w:oddHBand="0" w:evenHBand="0" w:firstRowFirstColumn="0" w:firstRowLastColumn="0" w:lastRowFirstColumn="0" w:lastRowLastColumn="0"/>
              <w:rPr>
                <w:sz w:val="18"/>
              </w:rPr>
            </w:pPr>
            <w:r w:rsidRPr="000C18CB">
              <w:rPr>
                <w:sz w:val="18"/>
              </w:rPr>
              <w:t>728 747 927</w:t>
            </w:r>
          </w:p>
        </w:tc>
      </w:tr>
    </w:tbl>
    <w:p w14:paraId="3712C7A9" w14:textId="77777777" w:rsidR="000C18CB" w:rsidRPr="00F95FBD" w:rsidRDefault="000C18CB"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716AEF" w:rsidRPr="00F95FBD" w14:paraId="453AA3A4" w14:textId="77777777" w:rsidTr="00716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716AEF" w:rsidRPr="00F95FBD" w:rsidRDefault="00716AEF" w:rsidP="00716AEF">
            <w:pPr>
              <w:pStyle w:val="Tabulka"/>
              <w:rPr>
                <w:rStyle w:val="Nadpisvtabulce"/>
                <w:b w:val="0"/>
              </w:rPr>
            </w:pPr>
            <w:r w:rsidRPr="00F95FBD">
              <w:rPr>
                <w:rStyle w:val="Nadpisvtabulce"/>
                <w:b w:val="0"/>
              </w:rPr>
              <w:t>Jméno a příjmení</w:t>
            </w:r>
          </w:p>
        </w:tc>
        <w:tc>
          <w:tcPr>
            <w:tcW w:w="5812" w:type="dxa"/>
          </w:tcPr>
          <w:p w14:paraId="076CCFA2" w14:textId="449D7254" w:rsidR="00716AEF" w:rsidRPr="00520F48" w:rsidRDefault="00716AEF" w:rsidP="00716AEF">
            <w:pPr>
              <w:pStyle w:val="Tabulka"/>
              <w:cnfStyle w:val="100000000000" w:firstRow="1" w:lastRow="0" w:firstColumn="0" w:lastColumn="0" w:oddVBand="0" w:evenVBand="0" w:oddHBand="0" w:evenHBand="0" w:firstRowFirstColumn="0" w:firstRowLastColumn="0" w:lastRowFirstColumn="0" w:lastRowLastColumn="0"/>
            </w:pPr>
            <w:r w:rsidRPr="00574D5B">
              <w:rPr>
                <w:sz w:val="18"/>
              </w:rPr>
              <w:t>Ing. Vladimír Majzlík</w:t>
            </w:r>
          </w:p>
        </w:tc>
      </w:tr>
      <w:tr w:rsidR="00716AEF" w:rsidRPr="00F95FBD" w14:paraId="0695DF59"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716AEF" w:rsidRPr="00F95FBD" w:rsidRDefault="00716AEF" w:rsidP="00716AEF">
            <w:pPr>
              <w:pStyle w:val="Tabulka"/>
              <w:rPr>
                <w:sz w:val="18"/>
              </w:rPr>
            </w:pPr>
            <w:r w:rsidRPr="00F95FBD">
              <w:rPr>
                <w:sz w:val="18"/>
              </w:rPr>
              <w:t>Adresa</w:t>
            </w:r>
          </w:p>
        </w:tc>
        <w:tc>
          <w:tcPr>
            <w:tcW w:w="5812" w:type="dxa"/>
          </w:tcPr>
          <w:p w14:paraId="0FB4B7E1" w14:textId="6737D449" w:rsidR="00716AEF" w:rsidRPr="00520F48" w:rsidRDefault="00716AEF" w:rsidP="00716AEF">
            <w:pPr>
              <w:pStyle w:val="Tabulka"/>
              <w:cnfStyle w:val="000000000000" w:firstRow="0" w:lastRow="0" w:firstColumn="0" w:lastColumn="0" w:oddVBand="0" w:evenVBand="0" w:oddHBand="0" w:evenHBand="0" w:firstRowFirstColumn="0" w:firstRowLastColumn="0" w:lastRowFirstColumn="0" w:lastRowLastColumn="0"/>
            </w:pPr>
            <w:r w:rsidRPr="00574D5B">
              <w:rPr>
                <w:sz w:val="18"/>
              </w:rPr>
              <w:t>Václavkova 169/1, 160 00 Praha 6</w:t>
            </w:r>
          </w:p>
        </w:tc>
      </w:tr>
      <w:tr w:rsidR="00716AEF" w:rsidRPr="00F95FBD" w14:paraId="27098225"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716AEF" w:rsidRPr="00F95FBD" w:rsidRDefault="00716AEF" w:rsidP="00716AEF">
            <w:pPr>
              <w:pStyle w:val="Tabulka"/>
              <w:rPr>
                <w:sz w:val="18"/>
              </w:rPr>
            </w:pPr>
            <w:r w:rsidRPr="00F95FBD">
              <w:rPr>
                <w:sz w:val="18"/>
              </w:rPr>
              <w:t>E-mail</w:t>
            </w:r>
          </w:p>
        </w:tc>
        <w:tc>
          <w:tcPr>
            <w:tcW w:w="5812" w:type="dxa"/>
          </w:tcPr>
          <w:p w14:paraId="294E0C95" w14:textId="63D7DCAB" w:rsidR="00716AEF" w:rsidRPr="00520F48" w:rsidRDefault="00716AEF" w:rsidP="00716AEF">
            <w:pPr>
              <w:pStyle w:val="Tabulka"/>
              <w:cnfStyle w:val="000000000000" w:firstRow="0" w:lastRow="0" w:firstColumn="0" w:lastColumn="0" w:oddVBand="0" w:evenVBand="0" w:oddHBand="0" w:evenHBand="0" w:firstRowFirstColumn="0" w:firstRowLastColumn="0" w:lastRowFirstColumn="0" w:lastRowLastColumn="0"/>
            </w:pPr>
            <w:r w:rsidRPr="00574D5B">
              <w:rPr>
                <w:sz w:val="18"/>
              </w:rPr>
              <w:t>Majzlik@spravazeleznic.cz</w:t>
            </w:r>
          </w:p>
        </w:tc>
      </w:tr>
      <w:tr w:rsidR="00716AEF" w:rsidRPr="00F95FBD" w14:paraId="4CE57A04"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716AEF" w:rsidRPr="00F95FBD" w:rsidRDefault="00716AEF" w:rsidP="00716AEF">
            <w:pPr>
              <w:pStyle w:val="Tabulka"/>
              <w:rPr>
                <w:sz w:val="18"/>
              </w:rPr>
            </w:pPr>
            <w:r w:rsidRPr="00F95FBD">
              <w:rPr>
                <w:sz w:val="18"/>
              </w:rPr>
              <w:t>Telefon</w:t>
            </w:r>
          </w:p>
        </w:tc>
        <w:tc>
          <w:tcPr>
            <w:tcW w:w="5812" w:type="dxa"/>
          </w:tcPr>
          <w:p w14:paraId="2FB10D71" w14:textId="6B397864" w:rsidR="00716AEF" w:rsidRPr="00520F48" w:rsidRDefault="00716AEF" w:rsidP="00716AEF">
            <w:pPr>
              <w:pStyle w:val="Tabulka"/>
              <w:cnfStyle w:val="000000000000" w:firstRow="0" w:lastRow="0" w:firstColumn="0" w:lastColumn="0" w:oddVBand="0" w:evenVBand="0" w:oddHBand="0" w:evenHBand="0" w:firstRowFirstColumn="0" w:firstRowLastColumn="0" w:lastRowFirstColumn="0" w:lastRowLastColumn="0"/>
            </w:pPr>
            <w:r>
              <w:rPr>
                <w:sz w:val="18"/>
              </w:rPr>
              <w:t>972 245 017</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0918ADE1" w:rsidR="00190F77" w:rsidRDefault="00190F77" w:rsidP="00502690">
      <w:pPr>
        <w:pStyle w:val="Textbezodsazen"/>
        <w:rPr>
          <w:b/>
        </w:rPr>
      </w:pPr>
    </w:p>
    <w:p w14:paraId="12D34172" w14:textId="5817E7A2" w:rsidR="00087853" w:rsidRDefault="00087853" w:rsidP="00502690">
      <w:pPr>
        <w:pStyle w:val="Textbezodsazen"/>
        <w:rPr>
          <w:b/>
        </w:rPr>
      </w:pPr>
    </w:p>
    <w:p w14:paraId="281E2757" w14:textId="1EA97E2F" w:rsidR="00087853" w:rsidRDefault="00087853" w:rsidP="00502690">
      <w:pPr>
        <w:pStyle w:val="Textbezodsazen"/>
        <w:rPr>
          <w:b/>
        </w:rPr>
      </w:pPr>
    </w:p>
    <w:p w14:paraId="675A9FBF" w14:textId="223F3EA8" w:rsidR="00087853" w:rsidRDefault="00087853" w:rsidP="00502690">
      <w:pPr>
        <w:pStyle w:val="Textbezodsazen"/>
        <w:rPr>
          <w:b/>
        </w:rPr>
      </w:pPr>
    </w:p>
    <w:p w14:paraId="6F537E55" w14:textId="39B1BB3B" w:rsidR="00087853" w:rsidRDefault="00087853" w:rsidP="00502690">
      <w:pPr>
        <w:pStyle w:val="Textbezodsazen"/>
        <w:rPr>
          <w:b/>
        </w:rPr>
      </w:pPr>
    </w:p>
    <w:p w14:paraId="7268A0A5" w14:textId="7D2324DA" w:rsidR="00087853" w:rsidRDefault="00087853" w:rsidP="00502690">
      <w:pPr>
        <w:pStyle w:val="Textbezodsazen"/>
        <w:rPr>
          <w:b/>
        </w:rPr>
      </w:pPr>
    </w:p>
    <w:p w14:paraId="4849AADE" w14:textId="77777777" w:rsidR="00087853" w:rsidRDefault="00087853" w:rsidP="00502690">
      <w:pPr>
        <w:pStyle w:val="Textbezodsazen"/>
        <w:rPr>
          <w:b/>
        </w:rPr>
      </w:pPr>
    </w:p>
    <w:p w14:paraId="0EE1CAF3" w14:textId="77777777" w:rsidR="00716AEF" w:rsidRDefault="00716AEF">
      <w:pPr>
        <w:rPr>
          <w:b/>
        </w:rPr>
      </w:pPr>
      <w:r>
        <w:rPr>
          <w:b/>
        </w:rPr>
        <w:br w:type="page"/>
      </w:r>
    </w:p>
    <w:p w14:paraId="236F264B" w14:textId="7480DE6C" w:rsidR="00ED29F1" w:rsidRPr="00ED29F1" w:rsidRDefault="00087853"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3361BD6A" w:rsidR="002038D5" w:rsidRPr="00F95FBD" w:rsidRDefault="00087853" w:rsidP="00F762A8">
      <w:pPr>
        <w:pStyle w:val="Nadpistabulky"/>
        <w:rPr>
          <w:sz w:val="18"/>
          <w:szCs w:val="18"/>
        </w:rPr>
      </w:pPr>
      <w:r>
        <w:rPr>
          <w:sz w:val="18"/>
          <w:szCs w:val="18"/>
        </w:rPr>
        <w:t xml:space="preserve">Specialista </w:t>
      </w:r>
      <w:r w:rsidR="00165977" w:rsidRPr="00F95FBD">
        <w:rPr>
          <w:sz w:val="18"/>
          <w:szCs w:val="18"/>
        </w:rPr>
        <w:t>na železniční svršek a spodek</w:t>
      </w:r>
      <w:r>
        <w:rPr>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2FE958C5" w:rsidR="002038D5" w:rsidRPr="00F95FBD" w:rsidRDefault="00087853" w:rsidP="00165977">
      <w:pPr>
        <w:pStyle w:val="Nadpistabulky"/>
        <w:rPr>
          <w:sz w:val="18"/>
          <w:szCs w:val="18"/>
        </w:rPr>
      </w:pPr>
      <w:r w:rsidRPr="00087853">
        <w:rPr>
          <w:sz w:val="18"/>
          <w:szCs w:val="18"/>
        </w:rPr>
        <w:t>Specialista</w:t>
      </w:r>
      <w:r>
        <w:rPr>
          <w:sz w:val="18"/>
          <w:szCs w:val="18"/>
        </w:rPr>
        <w:t xml:space="preserve">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8E6475" w14:textId="1ADCC6C2"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27275E4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inim</w:t>
            </w:r>
            <w:r w:rsidR="007921B1">
              <w:rPr>
                <w:rFonts w:eastAsia="Times New Roman" w:cs="Calibri"/>
                <w:sz w:val="18"/>
                <w:lang w:eastAsia="cs-CZ"/>
              </w:rPr>
              <w:t xml:space="preserve">álně </w:t>
            </w:r>
            <w:r w:rsidR="008A5B58">
              <w:rPr>
                <w:rFonts w:eastAsia="Times New Roman" w:cs="Calibri"/>
                <w:sz w:val="18"/>
                <w:lang w:eastAsia="cs-CZ"/>
              </w:rPr>
              <w:t>50</w:t>
            </w:r>
            <w:r w:rsidR="002C7A28" w:rsidRPr="007921B1">
              <w:rPr>
                <w:rFonts w:eastAsia="Times New Roman" w:cs="Calibri"/>
                <w:color w:val="000000"/>
                <w:sz w:val="18"/>
                <w:lang w:eastAsia="cs-CZ"/>
              </w:rPr>
              <w:t xml:space="preserve"> mil. Kč</w:t>
            </w:r>
            <w:r w:rsidR="008A5B58">
              <w:rPr>
                <w:rFonts w:eastAsia="Times New Roman" w:cs="Calibri"/>
                <w:sz w:val="18"/>
                <w:lang w:eastAsia="cs-CZ"/>
              </w:rPr>
              <w:t xml:space="preserve"> na jednu pojistnou událost a 50</w:t>
            </w:r>
            <w:r w:rsidR="007921B1" w:rsidRPr="007921B1">
              <w:rPr>
                <w:rFonts w:eastAsia="Times New Roman" w:cs="Calibri"/>
                <w:sz w:val="18"/>
                <w:lang w:eastAsia="cs-CZ"/>
              </w:rPr>
              <w:t xml:space="preserve"> </w:t>
            </w:r>
            <w:r w:rsidR="002C7A28" w:rsidRPr="007921B1">
              <w:rPr>
                <w:rFonts w:eastAsia="Times New Roman" w:cs="Calibri"/>
                <w:sz w:val="18"/>
                <w:lang w:eastAsia="cs-CZ"/>
              </w:rPr>
              <w:t>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19419" w14:textId="77777777" w:rsidR="000C18CB" w:rsidRDefault="000C18CB" w:rsidP="00962258">
      <w:pPr>
        <w:spacing w:after="0" w:line="240" w:lineRule="auto"/>
      </w:pPr>
      <w:r>
        <w:separator/>
      </w:r>
    </w:p>
  </w:endnote>
  <w:endnote w:type="continuationSeparator" w:id="0">
    <w:p w14:paraId="2D689101" w14:textId="77777777" w:rsidR="000C18CB" w:rsidRDefault="000C18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7914D275" w14:textId="77777777" w:rsidTr="00EB46E5">
      <w:tc>
        <w:tcPr>
          <w:tcW w:w="1361" w:type="dxa"/>
          <w:tcMar>
            <w:left w:w="0" w:type="dxa"/>
            <w:right w:w="0" w:type="dxa"/>
          </w:tcMar>
          <w:vAlign w:val="bottom"/>
        </w:tcPr>
        <w:p w14:paraId="4DA3B2E4" w14:textId="00074D17" w:rsidR="000C18CB" w:rsidRPr="00B8518B" w:rsidRDefault="000C18C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0C18CB" w:rsidRDefault="000C18CB" w:rsidP="00B8518B">
          <w:pPr>
            <w:pStyle w:val="Zpat"/>
          </w:pPr>
        </w:p>
      </w:tc>
      <w:tc>
        <w:tcPr>
          <w:tcW w:w="425" w:type="dxa"/>
          <w:shd w:val="clear" w:color="auto" w:fill="auto"/>
          <w:tcMar>
            <w:left w:w="0" w:type="dxa"/>
            <w:right w:w="0" w:type="dxa"/>
          </w:tcMar>
        </w:tcPr>
        <w:p w14:paraId="15CED042" w14:textId="77777777" w:rsidR="000C18CB" w:rsidRDefault="000C18CB" w:rsidP="00B8518B">
          <w:pPr>
            <w:pStyle w:val="Zpat"/>
          </w:pPr>
        </w:p>
      </w:tc>
      <w:tc>
        <w:tcPr>
          <w:tcW w:w="8505" w:type="dxa"/>
        </w:tcPr>
        <w:p w14:paraId="3A18383D" w14:textId="77777777" w:rsidR="000C18CB" w:rsidRPr="00E7415D" w:rsidRDefault="000C18CB" w:rsidP="00F422D3">
          <w:pPr>
            <w:pStyle w:val="Zpat0"/>
            <w:rPr>
              <w:b/>
            </w:rPr>
          </w:pPr>
          <w:r w:rsidRPr="00E7415D">
            <w:rPr>
              <w:b/>
            </w:rPr>
            <w:t>SMLOUVA O DÍLO</w:t>
          </w:r>
        </w:p>
        <w:p w14:paraId="4E3241D8" w14:textId="77777777" w:rsidR="000C18CB" w:rsidRDefault="000C18CB" w:rsidP="00F422D3">
          <w:pPr>
            <w:pStyle w:val="Zpat0"/>
          </w:pPr>
          <w:r>
            <w:t>Zhotovení stavby</w:t>
          </w:r>
        </w:p>
      </w:tc>
    </w:tr>
  </w:tbl>
  <w:p w14:paraId="2EDACE49" w14:textId="77777777" w:rsidR="000C18CB" w:rsidRPr="00B8518B" w:rsidRDefault="000C18C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4596667" w14:textId="77777777" w:rsidTr="00EB46E5">
      <w:tc>
        <w:tcPr>
          <w:tcW w:w="1361" w:type="dxa"/>
          <w:tcMar>
            <w:left w:w="0" w:type="dxa"/>
            <w:right w:w="0" w:type="dxa"/>
          </w:tcMar>
          <w:vAlign w:val="bottom"/>
        </w:tcPr>
        <w:p w14:paraId="5FACEDC4" w14:textId="3978F162"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0C18CB" w:rsidRDefault="000C18CB" w:rsidP="00B8518B">
          <w:pPr>
            <w:pStyle w:val="Zpat"/>
          </w:pPr>
        </w:p>
      </w:tc>
      <w:tc>
        <w:tcPr>
          <w:tcW w:w="425" w:type="dxa"/>
          <w:shd w:val="clear" w:color="auto" w:fill="auto"/>
          <w:tcMar>
            <w:left w:w="0" w:type="dxa"/>
            <w:right w:w="0" w:type="dxa"/>
          </w:tcMar>
        </w:tcPr>
        <w:p w14:paraId="5D7460D1" w14:textId="77777777" w:rsidR="000C18CB" w:rsidRDefault="000C18CB" w:rsidP="00B8518B">
          <w:pPr>
            <w:pStyle w:val="Zpat"/>
          </w:pPr>
        </w:p>
      </w:tc>
      <w:tc>
        <w:tcPr>
          <w:tcW w:w="8505" w:type="dxa"/>
        </w:tcPr>
        <w:p w14:paraId="54B326BD" w14:textId="77777777" w:rsidR="000C18CB" w:rsidRPr="00143EC0" w:rsidRDefault="000C18CB" w:rsidP="00F422D3">
          <w:pPr>
            <w:pStyle w:val="Zpat0"/>
            <w:rPr>
              <w:b/>
            </w:rPr>
          </w:pPr>
          <w:r>
            <w:rPr>
              <w:b/>
            </w:rPr>
            <w:t>PŘÍLOHA č. 8</w:t>
          </w:r>
        </w:p>
        <w:p w14:paraId="77E20151" w14:textId="77777777" w:rsidR="000C18CB" w:rsidRDefault="000C18CB" w:rsidP="00F95FBD">
          <w:pPr>
            <w:pStyle w:val="Zpat0"/>
          </w:pPr>
          <w:r>
            <w:t>SMLOUVA O DÍLO - Zhotovení stavby</w:t>
          </w:r>
        </w:p>
      </w:tc>
    </w:tr>
  </w:tbl>
  <w:p w14:paraId="64BA5F7F" w14:textId="77777777" w:rsidR="000C18CB" w:rsidRPr="00B8518B" w:rsidRDefault="000C18C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46B3B204" w14:textId="77777777" w:rsidTr="00EB46E5">
      <w:tc>
        <w:tcPr>
          <w:tcW w:w="1361" w:type="dxa"/>
          <w:tcMar>
            <w:left w:w="0" w:type="dxa"/>
            <w:right w:w="0" w:type="dxa"/>
          </w:tcMar>
          <w:vAlign w:val="bottom"/>
        </w:tcPr>
        <w:p w14:paraId="4CB812B1" w14:textId="7C0E78B5"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0C18CB" w:rsidRDefault="000C18CB" w:rsidP="00B8518B">
          <w:pPr>
            <w:pStyle w:val="Zpat"/>
          </w:pPr>
        </w:p>
      </w:tc>
      <w:tc>
        <w:tcPr>
          <w:tcW w:w="425" w:type="dxa"/>
          <w:shd w:val="clear" w:color="auto" w:fill="auto"/>
          <w:tcMar>
            <w:left w:w="0" w:type="dxa"/>
            <w:right w:w="0" w:type="dxa"/>
          </w:tcMar>
        </w:tcPr>
        <w:p w14:paraId="6324F995" w14:textId="77777777" w:rsidR="000C18CB" w:rsidRDefault="000C18CB" w:rsidP="00B8518B">
          <w:pPr>
            <w:pStyle w:val="Zpat"/>
          </w:pPr>
        </w:p>
      </w:tc>
      <w:tc>
        <w:tcPr>
          <w:tcW w:w="8505" w:type="dxa"/>
        </w:tcPr>
        <w:p w14:paraId="1C87A6CB" w14:textId="31A58B3E" w:rsidR="000C18CB" w:rsidRPr="00143EC0" w:rsidRDefault="000C18CB" w:rsidP="00F422D3">
          <w:pPr>
            <w:pStyle w:val="Zpat0"/>
            <w:rPr>
              <w:b/>
            </w:rPr>
          </w:pPr>
          <w:r>
            <w:rPr>
              <w:b/>
            </w:rPr>
            <w:t>PŘÍLOHA č. 9</w:t>
          </w:r>
        </w:p>
        <w:p w14:paraId="1B166F2C" w14:textId="77777777" w:rsidR="000C18CB" w:rsidRDefault="000C18CB" w:rsidP="00F95FBD">
          <w:pPr>
            <w:pStyle w:val="Zpat0"/>
          </w:pPr>
          <w:r>
            <w:t>SMLOUVA O DÍLO - Zhotovení stavby</w:t>
          </w:r>
        </w:p>
      </w:tc>
    </w:tr>
  </w:tbl>
  <w:p w14:paraId="76C124C8" w14:textId="77777777" w:rsidR="000C18CB" w:rsidRPr="00B8518B" w:rsidRDefault="000C18C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44DD5F17" w14:textId="77777777" w:rsidTr="00EB46E5">
      <w:tc>
        <w:tcPr>
          <w:tcW w:w="1361" w:type="dxa"/>
          <w:tcMar>
            <w:left w:w="0" w:type="dxa"/>
            <w:right w:w="0" w:type="dxa"/>
          </w:tcMar>
          <w:vAlign w:val="bottom"/>
        </w:tcPr>
        <w:p w14:paraId="1725A145" w14:textId="699C2323"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0C18CB" w:rsidRDefault="000C18CB" w:rsidP="00B8518B">
          <w:pPr>
            <w:pStyle w:val="Zpat"/>
          </w:pPr>
        </w:p>
      </w:tc>
      <w:tc>
        <w:tcPr>
          <w:tcW w:w="425" w:type="dxa"/>
          <w:shd w:val="clear" w:color="auto" w:fill="auto"/>
          <w:tcMar>
            <w:left w:w="0" w:type="dxa"/>
            <w:right w:w="0" w:type="dxa"/>
          </w:tcMar>
        </w:tcPr>
        <w:p w14:paraId="73309C79" w14:textId="77777777" w:rsidR="000C18CB" w:rsidRDefault="000C18CB" w:rsidP="00B8518B">
          <w:pPr>
            <w:pStyle w:val="Zpat"/>
          </w:pPr>
        </w:p>
      </w:tc>
      <w:tc>
        <w:tcPr>
          <w:tcW w:w="8505" w:type="dxa"/>
        </w:tcPr>
        <w:p w14:paraId="2AEFC685" w14:textId="312A4D31" w:rsidR="000C18CB" w:rsidRPr="00143EC0" w:rsidRDefault="000C18CB" w:rsidP="00F422D3">
          <w:pPr>
            <w:pStyle w:val="Zpat0"/>
            <w:rPr>
              <w:b/>
            </w:rPr>
          </w:pPr>
          <w:r>
            <w:rPr>
              <w:b/>
            </w:rPr>
            <w:t>PŘÍLOHA č. 10</w:t>
          </w:r>
        </w:p>
        <w:p w14:paraId="4B9F99D5" w14:textId="77777777" w:rsidR="000C18CB" w:rsidRDefault="000C18CB" w:rsidP="00F95FBD">
          <w:pPr>
            <w:pStyle w:val="Zpat0"/>
          </w:pPr>
          <w:r>
            <w:t>SMLOUVA O DÍLO - Zhotovení stavby</w:t>
          </w:r>
        </w:p>
      </w:tc>
    </w:tr>
  </w:tbl>
  <w:p w14:paraId="7B95BF9B" w14:textId="77777777" w:rsidR="000C18CB" w:rsidRPr="00B8518B" w:rsidRDefault="000C18C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284F1B05" w14:textId="77777777" w:rsidTr="00EB46E5">
      <w:tc>
        <w:tcPr>
          <w:tcW w:w="1361" w:type="dxa"/>
          <w:tcMar>
            <w:left w:w="0" w:type="dxa"/>
            <w:right w:w="0" w:type="dxa"/>
          </w:tcMar>
          <w:vAlign w:val="bottom"/>
        </w:tcPr>
        <w:p w14:paraId="5E07637E" w14:textId="2FD11CAF"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0C18CB" w:rsidRDefault="000C18CB" w:rsidP="00B8518B">
          <w:pPr>
            <w:pStyle w:val="Zpat"/>
          </w:pPr>
        </w:p>
      </w:tc>
      <w:tc>
        <w:tcPr>
          <w:tcW w:w="425" w:type="dxa"/>
          <w:shd w:val="clear" w:color="auto" w:fill="auto"/>
          <w:tcMar>
            <w:left w:w="0" w:type="dxa"/>
            <w:right w:w="0" w:type="dxa"/>
          </w:tcMar>
        </w:tcPr>
        <w:p w14:paraId="500C05CF" w14:textId="77777777" w:rsidR="000C18CB" w:rsidRDefault="000C18CB" w:rsidP="00B8518B">
          <w:pPr>
            <w:pStyle w:val="Zpat"/>
          </w:pPr>
        </w:p>
      </w:tc>
      <w:tc>
        <w:tcPr>
          <w:tcW w:w="8505" w:type="dxa"/>
        </w:tcPr>
        <w:p w14:paraId="7847C5C4" w14:textId="289CCB37" w:rsidR="000C18CB" w:rsidRPr="00143EC0" w:rsidRDefault="000C18CB" w:rsidP="00F422D3">
          <w:pPr>
            <w:pStyle w:val="Zpat0"/>
            <w:rPr>
              <w:b/>
            </w:rPr>
          </w:pPr>
          <w:r>
            <w:rPr>
              <w:b/>
            </w:rPr>
            <w:t>PŘÍLOHA č. 11</w:t>
          </w:r>
        </w:p>
        <w:p w14:paraId="747ADBCC" w14:textId="77777777" w:rsidR="000C18CB" w:rsidRDefault="000C18CB" w:rsidP="00F95FBD">
          <w:pPr>
            <w:pStyle w:val="Zpat0"/>
          </w:pPr>
          <w:r>
            <w:t>SMLOUVA O DÍLO - Zhotovení stavby</w:t>
          </w:r>
        </w:p>
      </w:tc>
    </w:tr>
  </w:tbl>
  <w:p w14:paraId="7DCC56AB" w14:textId="77777777" w:rsidR="000C18CB" w:rsidRPr="00B8518B" w:rsidRDefault="000C18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0C18CB" w:rsidRPr="00B8518B" w:rsidRDefault="000C18CB" w:rsidP="00460660">
    <w:pPr>
      <w:pStyle w:val="Zpat"/>
      <w:rPr>
        <w:sz w:val="2"/>
        <w:szCs w:val="2"/>
      </w:rPr>
    </w:pPr>
  </w:p>
  <w:p w14:paraId="6A5348DC" w14:textId="77777777" w:rsidR="000C18CB" w:rsidRPr="00460660" w:rsidRDefault="000C18C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63DCF655" w14:textId="77777777" w:rsidTr="00EB46E5">
      <w:tc>
        <w:tcPr>
          <w:tcW w:w="1361" w:type="dxa"/>
          <w:tcMar>
            <w:left w:w="0" w:type="dxa"/>
            <w:right w:w="0" w:type="dxa"/>
          </w:tcMar>
          <w:vAlign w:val="bottom"/>
        </w:tcPr>
        <w:p w14:paraId="1F64C939" w14:textId="23CE13E1"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0C18CB" w:rsidRDefault="000C18CB" w:rsidP="00B8518B">
          <w:pPr>
            <w:pStyle w:val="Zpat"/>
          </w:pPr>
        </w:p>
      </w:tc>
      <w:tc>
        <w:tcPr>
          <w:tcW w:w="425" w:type="dxa"/>
          <w:shd w:val="clear" w:color="auto" w:fill="auto"/>
          <w:tcMar>
            <w:left w:w="0" w:type="dxa"/>
            <w:right w:w="0" w:type="dxa"/>
          </w:tcMar>
        </w:tcPr>
        <w:p w14:paraId="22BC2340" w14:textId="77777777" w:rsidR="000C18CB" w:rsidRDefault="000C18CB" w:rsidP="00B8518B">
          <w:pPr>
            <w:pStyle w:val="Zpat"/>
          </w:pPr>
        </w:p>
      </w:tc>
      <w:tc>
        <w:tcPr>
          <w:tcW w:w="8505" w:type="dxa"/>
        </w:tcPr>
        <w:p w14:paraId="26A11CDA" w14:textId="77777777" w:rsidR="000C18CB" w:rsidRPr="00143EC0" w:rsidRDefault="000C18CB" w:rsidP="00F422D3">
          <w:pPr>
            <w:pStyle w:val="Zpat0"/>
            <w:rPr>
              <w:b/>
            </w:rPr>
          </w:pPr>
          <w:r w:rsidRPr="00143EC0">
            <w:rPr>
              <w:b/>
            </w:rPr>
            <w:t>PŘÍLOHA č. 1</w:t>
          </w:r>
        </w:p>
        <w:p w14:paraId="0DDC9F6E" w14:textId="77777777" w:rsidR="000C18CB" w:rsidRDefault="000C18CB" w:rsidP="00F95FBD">
          <w:pPr>
            <w:pStyle w:val="Zpat0"/>
          </w:pPr>
          <w:r>
            <w:t>SMLOUVA O DÍLO - Zhotovení stavby</w:t>
          </w:r>
        </w:p>
      </w:tc>
    </w:tr>
  </w:tbl>
  <w:p w14:paraId="2EE2FDA3" w14:textId="77777777" w:rsidR="000C18CB" w:rsidRPr="00B8518B" w:rsidRDefault="000C18C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12563E63" w14:textId="77777777" w:rsidTr="00EB46E5">
      <w:tc>
        <w:tcPr>
          <w:tcW w:w="1361" w:type="dxa"/>
          <w:tcMar>
            <w:left w:w="0" w:type="dxa"/>
            <w:right w:w="0" w:type="dxa"/>
          </w:tcMar>
          <w:vAlign w:val="bottom"/>
        </w:tcPr>
        <w:p w14:paraId="0D47C862" w14:textId="6F0304BC"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0C18CB" w:rsidRDefault="000C18CB" w:rsidP="005A7872">
          <w:pPr>
            <w:pStyle w:val="Zpat"/>
          </w:pPr>
        </w:p>
      </w:tc>
      <w:tc>
        <w:tcPr>
          <w:tcW w:w="425" w:type="dxa"/>
          <w:shd w:val="clear" w:color="auto" w:fill="auto"/>
          <w:tcMar>
            <w:left w:w="0" w:type="dxa"/>
            <w:right w:w="0" w:type="dxa"/>
          </w:tcMar>
        </w:tcPr>
        <w:p w14:paraId="2B900F38" w14:textId="77777777" w:rsidR="000C18CB" w:rsidRDefault="000C18CB" w:rsidP="00B8518B">
          <w:pPr>
            <w:pStyle w:val="Zpat"/>
          </w:pPr>
        </w:p>
      </w:tc>
      <w:tc>
        <w:tcPr>
          <w:tcW w:w="8505" w:type="dxa"/>
        </w:tcPr>
        <w:p w14:paraId="50A4A9EA" w14:textId="77777777" w:rsidR="000C18CB" w:rsidRPr="00143EC0" w:rsidRDefault="000C18CB" w:rsidP="00F422D3">
          <w:pPr>
            <w:pStyle w:val="Zpat0"/>
            <w:rPr>
              <w:b/>
            </w:rPr>
          </w:pPr>
          <w:r>
            <w:rPr>
              <w:b/>
            </w:rPr>
            <w:t>PŘÍLOHA č. 2</w:t>
          </w:r>
        </w:p>
        <w:p w14:paraId="5817564A" w14:textId="77777777" w:rsidR="000C18CB" w:rsidRDefault="000C18CB" w:rsidP="00F95FBD">
          <w:pPr>
            <w:pStyle w:val="Zpat0"/>
          </w:pPr>
          <w:r>
            <w:t>SMLOUVA O DÍLO - Zhotovení stavby</w:t>
          </w:r>
        </w:p>
      </w:tc>
    </w:tr>
  </w:tbl>
  <w:p w14:paraId="11A405DA" w14:textId="77777777" w:rsidR="000C18CB" w:rsidRPr="00B8518B" w:rsidRDefault="000C18C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6D89A43" w14:textId="77777777" w:rsidTr="00EB46E5">
      <w:tc>
        <w:tcPr>
          <w:tcW w:w="1361" w:type="dxa"/>
          <w:tcMar>
            <w:left w:w="0" w:type="dxa"/>
            <w:right w:w="0" w:type="dxa"/>
          </w:tcMar>
          <w:vAlign w:val="bottom"/>
        </w:tcPr>
        <w:p w14:paraId="66252797" w14:textId="74934330"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0C18CB" w:rsidRDefault="000C18CB" w:rsidP="005A7872">
          <w:pPr>
            <w:pStyle w:val="Zpat"/>
          </w:pPr>
        </w:p>
      </w:tc>
      <w:tc>
        <w:tcPr>
          <w:tcW w:w="425" w:type="dxa"/>
          <w:shd w:val="clear" w:color="auto" w:fill="auto"/>
          <w:tcMar>
            <w:left w:w="0" w:type="dxa"/>
            <w:right w:w="0" w:type="dxa"/>
          </w:tcMar>
        </w:tcPr>
        <w:p w14:paraId="77AFB1B8" w14:textId="77777777" w:rsidR="000C18CB" w:rsidRDefault="000C18CB" w:rsidP="00B8518B">
          <w:pPr>
            <w:pStyle w:val="Zpat"/>
          </w:pPr>
        </w:p>
      </w:tc>
      <w:tc>
        <w:tcPr>
          <w:tcW w:w="8505" w:type="dxa"/>
        </w:tcPr>
        <w:p w14:paraId="2A41C898" w14:textId="336BE121" w:rsidR="000C18CB" w:rsidRPr="00143EC0" w:rsidRDefault="000C18CB" w:rsidP="00F422D3">
          <w:pPr>
            <w:pStyle w:val="Zpat0"/>
            <w:rPr>
              <w:b/>
            </w:rPr>
          </w:pPr>
          <w:r>
            <w:rPr>
              <w:b/>
            </w:rPr>
            <w:t>PŘÍLOHA č. 3</w:t>
          </w:r>
        </w:p>
        <w:p w14:paraId="38B946A9" w14:textId="77777777" w:rsidR="000C18CB" w:rsidRDefault="000C18CB" w:rsidP="00F95FBD">
          <w:pPr>
            <w:pStyle w:val="Zpat0"/>
          </w:pPr>
          <w:r>
            <w:t>SMLOUVA O DÍLO - Zhotovení stavby</w:t>
          </w:r>
        </w:p>
      </w:tc>
    </w:tr>
  </w:tbl>
  <w:p w14:paraId="2EA2C027" w14:textId="77777777" w:rsidR="000C18CB" w:rsidRPr="00B8518B" w:rsidRDefault="000C18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F02FCB8" w14:textId="77777777" w:rsidTr="00EB46E5">
      <w:tc>
        <w:tcPr>
          <w:tcW w:w="1361" w:type="dxa"/>
          <w:tcMar>
            <w:left w:w="0" w:type="dxa"/>
            <w:right w:w="0" w:type="dxa"/>
          </w:tcMar>
          <w:vAlign w:val="bottom"/>
        </w:tcPr>
        <w:p w14:paraId="1A676FD3" w14:textId="22D22013"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0C18CB" w:rsidRDefault="000C18CB" w:rsidP="005A7872">
          <w:pPr>
            <w:pStyle w:val="Zpat"/>
          </w:pPr>
        </w:p>
      </w:tc>
      <w:tc>
        <w:tcPr>
          <w:tcW w:w="425" w:type="dxa"/>
          <w:shd w:val="clear" w:color="auto" w:fill="auto"/>
          <w:tcMar>
            <w:left w:w="0" w:type="dxa"/>
            <w:right w:w="0" w:type="dxa"/>
          </w:tcMar>
        </w:tcPr>
        <w:p w14:paraId="78836905" w14:textId="77777777" w:rsidR="000C18CB" w:rsidRDefault="000C18CB" w:rsidP="00B8518B">
          <w:pPr>
            <w:pStyle w:val="Zpat"/>
          </w:pPr>
        </w:p>
      </w:tc>
      <w:tc>
        <w:tcPr>
          <w:tcW w:w="8505" w:type="dxa"/>
        </w:tcPr>
        <w:p w14:paraId="6460CAF1" w14:textId="667A5CC8" w:rsidR="000C18CB" w:rsidRPr="00143EC0" w:rsidRDefault="000C18CB" w:rsidP="00F422D3">
          <w:pPr>
            <w:pStyle w:val="Zpat0"/>
            <w:rPr>
              <w:b/>
            </w:rPr>
          </w:pPr>
          <w:r>
            <w:rPr>
              <w:b/>
            </w:rPr>
            <w:t>PŘÍLOHA č. 4</w:t>
          </w:r>
        </w:p>
        <w:p w14:paraId="70566F91" w14:textId="77777777" w:rsidR="000C18CB" w:rsidRDefault="000C18CB" w:rsidP="00F95FBD">
          <w:pPr>
            <w:pStyle w:val="Zpat0"/>
          </w:pPr>
          <w:r>
            <w:t>SMLOUVA O DÍLO - Zhotovení stavby</w:t>
          </w:r>
        </w:p>
      </w:tc>
    </w:tr>
  </w:tbl>
  <w:p w14:paraId="70A6002C" w14:textId="77777777" w:rsidR="000C18CB" w:rsidRPr="00B8518B" w:rsidRDefault="000C18C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5AC28B0" w14:textId="77777777" w:rsidTr="00EB46E5">
      <w:tc>
        <w:tcPr>
          <w:tcW w:w="1361" w:type="dxa"/>
          <w:tcMar>
            <w:left w:w="0" w:type="dxa"/>
            <w:right w:w="0" w:type="dxa"/>
          </w:tcMar>
          <w:vAlign w:val="bottom"/>
        </w:tcPr>
        <w:p w14:paraId="171295E7" w14:textId="5CCE01A3"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0C18CB" w:rsidRDefault="000C18CB" w:rsidP="005A7872">
          <w:pPr>
            <w:pStyle w:val="Zpat"/>
          </w:pPr>
        </w:p>
      </w:tc>
      <w:tc>
        <w:tcPr>
          <w:tcW w:w="425" w:type="dxa"/>
          <w:shd w:val="clear" w:color="auto" w:fill="auto"/>
          <w:tcMar>
            <w:left w:w="0" w:type="dxa"/>
            <w:right w:w="0" w:type="dxa"/>
          </w:tcMar>
        </w:tcPr>
        <w:p w14:paraId="015D84B4" w14:textId="77777777" w:rsidR="000C18CB" w:rsidRDefault="000C18CB" w:rsidP="00B8518B">
          <w:pPr>
            <w:pStyle w:val="Zpat"/>
          </w:pPr>
        </w:p>
      </w:tc>
      <w:tc>
        <w:tcPr>
          <w:tcW w:w="8505" w:type="dxa"/>
        </w:tcPr>
        <w:p w14:paraId="7BB8AA87" w14:textId="77777777" w:rsidR="000C18CB" w:rsidRPr="00143EC0" w:rsidRDefault="000C18CB" w:rsidP="00F422D3">
          <w:pPr>
            <w:pStyle w:val="Zpat0"/>
            <w:rPr>
              <w:b/>
            </w:rPr>
          </w:pPr>
          <w:r>
            <w:rPr>
              <w:b/>
            </w:rPr>
            <w:t>PŘÍLOHA č. 5</w:t>
          </w:r>
        </w:p>
        <w:p w14:paraId="767305A3" w14:textId="77777777" w:rsidR="000C18CB" w:rsidRDefault="000C18CB" w:rsidP="00F95FBD">
          <w:pPr>
            <w:pStyle w:val="Zpat0"/>
          </w:pPr>
          <w:r>
            <w:t>SMLOUVA O DÍLO - Zhotovení stavby</w:t>
          </w:r>
        </w:p>
      </w:tc>
    </w:tr>
  </w:tbl>
  <w:p w14:paraId="28A1C620" w14:textId="77777777" w:rsidR="000C18CB" w:rsidRPr="00B8518B" w:rsidRDefault="000C18C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5E0EA945" w14:textId="77777777" w:rsidTr="00EB46E5">
      <w:tc>
        <w:tcPr>
          <w:tcW w:w="1361" w:type="dxa"/>
          <w:tcMar>
            <w:left w:w="0" w:type="dxa"/>
            <w:right w:w="0" w:type="dxa"/>
          </w:tcMar>
          <w:vAlign w:val="bottom"/>
        </w:tcPr>
        <w:p w14:paraId="1B529AC8" w14:textId="38EAAF06"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0C18CB" w:rsidRDefault="000C18CB" w:rsidP="005A7872">
          <w:pPr>
            <w:pStyle w:val="Zpat"/>
          </w:pPr>
        </w:p>
      </w:tc>
      <w:tc>
        <w:tcPr>
          <w:tcW w:w="425" w:type="dxa"/>
          <w:shd w:val="clear" w:color="auto" w:fill="auto"/>
          <w:tcMar>
            <w:left w:w="0" w:type="dxa"/>
            <w:right w:w="0" w:type="dxa"/>
          </w:tcMar>
        </w:tcPr>
        <w:p w14:paraId="262B5E91" w14:textId="77777777" w:rsidR="000C18CB" w:rsidRDefault="000C18CB" w:rsidP="00B8518B">
          <w:pPr>
            <w:pStyle w:val="Zpat"/>
          </w:pPr>
        </w:p>
      </w:tc>
      <w:tc>
        <w:tcPr>
          <w:tcW w:w="8505" w:type="dxa"/>
        </w:tcPr>
        <w:p w14:paraId="68D7A6CE" w14:textId="77777777" w:rsidR="000C18CB" w:rsidRPr="00143EC0" w:rsidRDefault="000C18CB" w:rsidP="00F422D3">
          <w:pPr>
            <w:pStyle w:val="Zpat0"/>
            <w:rPr>
              <w:b/>
            </w:rPr>
          </w:pPr>
          <w:r>
            <w:rPr>
              <w:b/>
            </w:rPr>
            <w:t>PŘÍLOHA č. 6</w:t>
          </w:r>
        </w:p>
        <w:p w14:paraId="34272DA4" w14:textId="77777777" w:rsidR="000C18CB" w:rsidRDefault="000C18CB" w:rsidP="00F95FBD">
          <w:pPr>
            <w:pStyle w:val="Zpat0"/>
          </w:pPr>
          <w:r>
            <w:t>SMLOUVA O DÍLO - Zhotovení stavby</w:t>
          </w:r>
        </w:p>
      </w:tc>
    </w:tr>
  </w:tbl>
  <w:p w14:paraId="73809AD9" w14:textId="77777777" w:rsidR="000C18CB" w:rsidRPr="00B8518B" w:rsidRDefault="000C18C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77C9A65C" w14:textId="77777777" w:rsidTr="00EB46E5">
      <w:tc>
        <w:tcPr>
          <w:tcW w:w="1361" w:type="dxa"/>
          <w:tcMar>
            <w:left w:w="0" w:type="dxa"/>
            <w:right w:w="0" w:type="dxa"/>
          </w:tcMar>
          <w:vAlign w:val="bottom"/>
        </w:tcPr>
        <w:p w14:paraId="42B5D4D0" w14:textId="7B4D46AB"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61C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0C18CB" w:rsidRDefault="000C18CB" w:rsidP="005A7872">
          <w:pPr>
            <w:pStyle w:val="Zpat"/>
          </w:pPr>
        </w:p>
      </w:tc>
      <w:tc>
        <w:tcPr>
          <w:tcW w:w="425" w:type="dxa"/>
          <w:shd w:val="clear" w:color="auto" w:fill="auto"/>
          <w:tcMar>
            <w:left w:w="0" w:type="dxa"/>
            <w:right w:w="0" w:type="dxa"/>
          </w:tcMar>
        </w:tcPr>
        <w:p w14:paraId="4F168F75" w14:textId="77777777" w:rsidR="000C18CB" w:rsidRDefault="000C18CB" w:rsidP="00B8518B">
          <w:pPr>
            <w:pStyle w:val="Zpat"/>
          </w:pPr>
        </w:p>
      </w:tc>
      <w:tc>
        <w:tcPr>
          <w:tcW w:w="8505" w:type="dxa"/>
        </w:tcPr>
        <w:p w14:paraId="2F8A5C9D" w14:textId="77777777" w:rsidR="000C18CB" w:rsidRPr="00143EC0" w:rsidRDefault="000C18CB" w:rsidP="00F422D3">
          <w:pPr>
            <w:pStyle w:val="Zpat0"/>
            <w:rPr>
              <w:b/>
            </w:rPr>
          </w:pPr>
          <w:r>
            <w:rPr>
              <w:b/>
            </w:rPr>
            <w:t>PŘÍLOHA č. 7</w:t>
          </w:r>
        </w:p>
        <w:p w14:paraId="6A0FB618" w14:textId="77777777" w:rsidR="000C18CB" w:rsidRDefault="000C18CB" w:rsidP="00F95FBD">
          <w:pPr>
            <w:pStyle w:val="Zpat0"/>
          </w:pPr>
          <w:r>
            <w:t>SMLOUVA O DÍLO - Zhotovení stavby</w:t>
          </w:r>
        </w:p>
      </w:tc>
    </w:tr>
  </w:tbl>
  <w:p w14:paraId="0E0009FE" w14:textId="77777777" w:rsidR="000C18CB" w:rsidRPr="00B8518B" w:rsidRDefault="000C18C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AAC60" w14:textId="77777777" w:rsidR="000C18CB" w:rsidRDefault="000C18CB" w:rsidP="00962258">
      <w:pPr>
        <w:spacing w:after="0" w:line="240" w:lineRule="auto"/>
      </w:pPr>
      <w:r>
        <w:separator/>
      </w:r>
    </w:p>
  </w:footnote>
  <w:footnote w:type="continuationSeparator" w:id="0">
    <w:p w14:paraId="39105466" w14:textId="77777777" w:rsidR="000C18CB" w:rsidRDefault="000C18C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43399498" w14:textId="77777777" w:rsidTr="00C02D0A">
      <w:trPr>
        <w:trHeight w:hRule="exact" w:val="454"/>
      </w:trPr>
      <w:tc>
        <w:tcPr>
          <w:tcW w:w="1361" w:type="dxa"/>
          <w:tcMar>
            <w:top w:w="57" w:type="dxa"/>
            <w:left w:w="0" w:type="dxa"/>
            <w:right w:w="0" w:type="dxa"/>
          </w:tcMar>
        </w:tcPr>
        <w:p w14:paraId="6FFB1C79"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0F804DB7" w14:textId="77777777" w:rsidR="000C18CB" w:rsidRDefault="000C18CB" w:rsidP="00523EA7">
          <w:pPr>
            <w:pStyle w:val="Zpat"/>
          </w:pPr>
        </w:p>
      </w:tc>
      <w:tc>
        <w:tcPr>
          <w:tcW w:w="5698" w:type="dxa"/>
          <w:shd w:val="clear" w:color="auto" w:fill="auto"/>
          <w:tcMar>
            <w:top w:w="57" w:type="dxa"/>
            <w:left w:w="0" w:type="dxa"/>
            <w:right w:w="0" w:type="dxa"/>
          </w:tcMar>
        </w:tcPr>
        <w:p w14:paraId="48320D6B" w14:textId="77777777" w:rsidR="000C18CB" w:rsidRPr="00D6163D" w:rsidRDefault="000C18CB" w:rsidP="00D6163D">
          <w:pPr>
            <w:pStyle w:val="Druhdokumentu"/>
          </w:pPr>
        </w:p>
      </w:tc>
    </w:tr>
  </w:tbl>
  <w:p w14:paraId="13065314" w14:textId="77777777" w:rsidR="000C18CB" w:rsidRPr="00D6163D" w:rsidRDefault="000C18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18CB" w14:paraId="6D229297" w14:textId="77777777" w:rsidTr="00B22106">
      <w:trPr>
        <w:trHeight w:hRule="exact" w:val="936"/>
      </w:trPr>
      <w:tc>
        <w:tcPr>
          <w:tcW w:w="1361" w:type="dxa"/>
          <w:tcMar>
            <w:left w:w="0" w:type="dxa"/>
            <w:right w:w="0" w:type="dxa"/>
          </w:tcMar>
        </w:tcPr>
        <w:p w14:paraId="01043671" w14:textId="77777777" w:rsidR="000C18CB" w:rsidRPr="00B8518B" w:rsidRDefault="000C18CB" w:rsidP="00FC6389">
          <w:pPr>
            <w:pStyle w:val="Zpat"/>
            <w:rPr>
              <w:rStyle w:val="slostrnky"/>
            </w:rPr>
          </w:pPr>
        </w:p>
      </w:tc>
      <w:tc>
        <w:tcPr>
          <w:tcW w:w="3458" w:type="dxa"/>
          <w:shd w:val="clear" w:color="auto" w:fill="auto"/>
          <w:tcMar>
            <w:left w:w="0" w:type="dxa"/>
            <w:right w:w="0" w:type="dxa"/>
          </w:tcMar>
        </w:tcPr>
        <w:p w14:paraId="19A9452D" w14:textId="77777777" w:rsidR="000C18CB" w:rsidRDefault="000C18CB" w:rsidP="00FC6389">
          <w:pPr>
            <w:pStyle w:val="Zpat"/>
          </w:pPr>
        </w:p>
      </w:tc>
      <w:tc>
        <w:tcPr>
          <w:tcW w:w="5756" w:type="dxa"/>
          <w:shd w:val="clear" w:color="auto" w:fill="auto"/>
          <w:tcMar>
            <w:left w:w="0" w:type="dxa"/>
            <w:right w:w="0" w:type="dxa"/>
          </w:tcMar>
        </w:tcPr>
        <w:p w14:paraId="0DCF84B3" w14:textId="77777777" w:rsidR="000C18CB" w:rsidRPr="00D6163D" w:rsidRDefault="000C18CB" w:rsidP="00FC6389">
          <w:pPr>
            <w:pStyle w:val="Druhdokumentu"/>
          </w:pPr>
        </w:p>
      </w:tc>
    </w:tr>
    <w:tr w:rsidR="000C18CB" w14:paraId="4B85E717" w14:textId="77777777" w:rsidTr="00B22106">
      <w:trPr>
        <w:trHeight w:hRule="exact" w:val="936"/>
      </w:trPr>
      <w:tc>
        <w:tcPr>
          <w:tcW w:w="1361" w:type="dxa"/>
          <w:tcMar>
            <w:left w:w="0" w:type="dxa"/>
            <w:right w:w="0" w:type="dxa"/>
          </w:tcMar>
        </w:tcPr>
        <w:p w14:paraId="625E9EF5" w14:textId="77777777" w:rsidR="000C18CB" w:rsidRPr="00B8518B" w:rsidRDefault="000C18CB" w:rsidP="00FC6389">
          <w:pPr>
            <w:pStyle w:val="Zpat"/>
            <w:rPr>
              <w:rStyle w:val="slostrnky"/>
            </w:rPr>
          </w:pPr>
        </w:p>
      </w:tc>
      <w:tc>
        <w:tcPr>
          <w:tcW w:w="3458" w:type="dxa"/>
          <w:shd w:val="clear" w:color="auto" w:fill="auto"/>
          <w:tcMar>
            <w:left w:w="0" w:type="dxa"/>
            <w:right w:w="0" w:type="dxa"/>
          </w:tcMar>
        </w:tcPr>
        <w:p w14:paraId="6304F50B" w14:textId="77777777" w:rsidR="000C18CB" w:rsidRDefault="000C18CB" w:rsidP="00FC6389">
          <w:pPr>
            <w:pStyle w:val="Zpat"/>
          </w:pPr>
        </w:p>
      </w:tc>
      <w:tc>
        <w:tcPr>
          <w:tcW w:w="5756" w:type="dxa"/>
          <w:shd w:val="clear" w:color="auto" w:fill="auto"/>
          <w:tcMar>
            <w:left w:w="0" w:type="dxa"/>
            <w:right w:w="0" w:type="dxa"/>
          </w:tcMar>
        </w:tcPr>
        <w:p w14:paraId="5039913E" w14:textId="77777777" w:rsidR="000C18CB" w:rsidRPr="00D6163D" w:rsidRDefault="000C18CB" w:rsidP="00FC6389">
          <w:pPr>
            <w:pStyle w:val="Druhdokumentu"/>
          </w:pPr>
        </w:p>
      </w:tc>
    </w:tr>
  </w:tbl>
  <w:p w14:paraId="6AFF48F3" w14:textId="77777777" w:rsidR="000C18CB" w:rsidRPr="00D6163D" w:rsidRDefault="000C18CB"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0C18CB" w:rsidRPr="00460660" w:rsidRDefault="000C18C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59B9B16D" w14:textId="77777777" w:rsidTr="00C02D0A">
      <w:trPr>
        <w:trHeight w:hRule="exact" w:val="454"/>
      </w:trPr>
      <w:tc>
        <w:tcPr>
          <w:tcW w:w="1361" w:type="dxa"/>
          <w:tcMar>
            <w:top w:w="57" w:type="dxa"/>
            <w:left w:w="0" w:type="dxa"/>
            <w:right w:w="0" w:type="dxa"/>
          </w:tcMar>
        </w:tcPr>
        <w:p w14:paraId="7968C81A"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43D17C30" w14:textId="77777777" w:rsidR="000C18CB" w:rsidRDefault="000C18CB" w:rsidP="00523EA7">
          <w:pPr>
            <w:pStyle w:val="Zpat"/>
          </w:pPr>
        </w:p>
      </w:tc>
      <w:tc>
        <w:tcPr>
          <w:tcW w:w="5698" w:type="dxa"/>
          <w:shd w:val="clear" w:color="auto" w:fill="auto"/>
          <w:tcMar>
            <w:top w:w="57" w:type="dxa"/>
            <w:left w:w="0" w:type="dxa"/>
            <w:right w:w="0" w:type="dxa"/>
          </w:tcMar>
        </w:tcPr>
        <w:p w14:paraId="56962942" w14:textId="77777777" w:rsidR="000C18CB" w:rsidRPr="00D6163D" w:rsidRDefault="000C18CB" w:rsidP="00D6163D">
          <w:pPr>
            <w:pStyle w:val="Druhdokumentu"/>
          </w:pPr>
        </w:p>
      </w:tc>
    </w:tr>
  </w:tbl>
  <w:p w14:paraId="43D88461" w14:textId="77777777" w:rsidR="000C18CB" w:rsidRPr="00D6163D" w:rsidRDefault="000C18C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25C8BD5E" w14:textId="77777777" w:rsidTr="00C02D0A">
      <w:trPr>
        <w:trHeight w:hRule="exact" w:val="454"/>
      </w:trPr>
      <w:tc>
        <w:tcPr>
          <w:tcW w:w="1361" w:type="dxa"/>
          <w:tcMar>
            <w:top w:w="57" w:type="dxa"/>
            <w:left w:w="0" w:type="dxa"/>
            <w:right w:w="0" w:type="dxa"/>
          </w:tcMar>
        </w:tcPr>
        <w:p w14:paraId="24B5C255"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6BED0B52" w14:textId="77777777" w:rsidR="000C18CB" w:rsidRDefault="000C18CB" w:rsidP="00523EA7">
          <w:pPr>
            <w:pStyle w:val="Zpat"/>
          </w:pPr>
        </w:p>
      </w:tc>
      <w:tc>
        <w:tcPr>
          <w:tcW w:w="5698" w:type="dxa"/>
          <w:shd w:val="clear" w:color="auto" w:fill="auto"/>
          <w:tcMar>
            <w:top w:w="57" w:type="dxa"/>
            <w:left w:w="0" w:type="dxa"/>
            <w:right w:w="0" w:type="dxa"/>
          </w:tcMar>
        </w:tcPr>
        <w:p w14:paraId="7FD83DD3" w14:textId="77777777" w:rsidR="000C18CB" w:rsidRPr="00D6163D" w:rsidRDefault="000C18CB" w:rsidP="00D6163D">
          <w:pPr>
            <w:pStyle w:val="Druhdokumentu"/>
          </w:pPr>
        </w:p>
      </w:tc>
    </w:tr>
  </w:tbl>
  <w:p w14:paraId="2115806A" w14:textId="77777777" w:rsidR="000C18CB" w:rsidRPr="00D6163D" w:rsidRDefault="000C18C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21789A87" w14:textId="77777777" w:rsidTr="00C02D0A">
      <w:trPr>
        <w:trHeight w:hRule="exact" w:val="454"/>
      </w:trPr>
      <w:tc>
        <w:tcPr>
          <w:tcW w:w="1361" w:type="dxa"/>
          <w:tcMar>
            <w:top w:w="57" w:type="dxa"/>
            <w:left w:w="0" w:type="dxa"/>
            <w:right w:w="0" w:type="dxa"/>
          </w:tcMar>
        </w:tcPr>
        <w:p w14:paraId="3FABD145"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3D8816B6" w14:textId="77777777" w:rsidR="000C18CB" w:rsidRDefault="000C18CB" w:rsidP="00523EA7">
          <w:pPr>
            <w:pStyle w:val="Zpat"/>
          </w:pPr>
        </w:p>
      </w:tc>
      <w:tc>
        <w:tcPr>
          <w:tcW w:w="5698" w:type="dxa"/>
          <w:shd w:val="clear" w:color="auto" w:fill="auto"/>
          <w:tcMar>
            <w:top w:w="57" w:type="dxa"/>
            <w:left w:w="0" w:type="dxa"/>
            <w:right w:w="0" w:type="dxa"/>
          </w:tcMar>
        </w:tcPr>
        <w:p w14:paraId="28DC2B5F" w14:textId="77777777" w:rsidR="000C18CB" w:rsidRPr="00D6163D" w:rsidRDefault="000C18CB" w:rsidP="00D6163D">
          <w:pPr>
            <w:pStyle w:val="Druhdokumentu"/>
          </w:pPr>
        </w:p>
      </w:tc>
    </w:tr>
  </w:tbl>
  <w:p w14:paraId="2ACCFDAB" w14:textId="77777777" w:rsidR="000C18CB" w:rsidRPr="00D6163D" w:rsidRDefault="000C18C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22BFF4D1" w14:textId="77777777" w:rsidTr="00C02D0A">
      <w:trPr>
        <w:trHeight w:hRule="exact" w:val="454"/>
      </w:trPr>
      <w:tc>
        <w:tcPr>
          <w:tcW w:w="1361" w:type="dxa"/>
          <w:tcMar>
            <w:top w:w="57" w:type="dxa"/>
            <w:left w:w="0" w:type="dxa"/>
            <w:right w:w="0" w:type="dxa"/>
          </w:tcMar>
        </w:tcPr>
        <w:p w14:paraId="450E49AB"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502CF631" w14:textId="77777777" w:rsidR="000C18CB" w:rsidRDefault="000C18CB" w:rsidP="00523EA7">
          <w:pPr>
            <w:pStyle w:val="Zpat"/>
          </w:pPr>
        </w:p>
      </w:tc>
      <w:tc>
        <w:tcPr>
          <w:tcW w:w="5698" w:type="dxa"/>
          <w:shd w:val="clear" w:color="auto" w:fill="auto"/>
          <w:tcMar>
            <w:top w:w="57" w:type="dxa"/>
            <w:left w:w="0" w:type="dxa"/>
            <w:right w:w="0" w:type="dxa"/>
          </w:tcMar>
        </w:tcPr>
        <w:p w14:paraId="67EDA42B" w14:textId="77777777" w:rsidR="000C18CB" w:rsidRPr="00D6163D" w:rsidRDefault="000C18CB" w:rsidP="00D6163D">
          <w:pPr>
            <w:pStyle w:val="Druhdokumentu"/>
          </w:pPr>
        </w:p>
      </w:tc>
    </w:tr>
  </w:tbl>
  <w:p w14:paraId="391FBEAF" w14:textId="77777777" w:rsidR="000C18CB" w:rsidRPr="00D6163D" w:rsidRDefault="000C18C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C973FC"/>
    <w:multiLevelType w:val="hybridMultilevel"/>
    <w:tmpl w:val="63D0912C"/>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761C7"/>
    <w:rsid w:val="00087853"/>
    <w:rsid w:val="000A2DC4"/>
    <w:rsid w:val="000B4EB8"/>
    <w:rsid w:val="000C18CB"/>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9C6"/>
    <w:rsid w:val="00177D6B"/>
    <w:rsid w:val="00190F77"/>
    <w:rsid w:val="001913F8"/>
    <w:rsid w:val="00191F90"/>
    <w:rsid w:val="001A4E40"/>
    <w:rsid w:val="001A520F"/>
    <w:rsid w:val="001B4E74"/>
    <w:rsid w:val="001B5731"/>
    <w:rsid w:val="001C2F27"/>
    <w:rsid w:val="001C3314"/>
    <w:rsid w:val="001C645F"/>
    <w:rsid w:val="001D321C"/>
    <w:rsid w:val="001E37F4"/>
    <w:rsid w:val="001E678E"/>
    <w:rsid w:val="001F26BC"/>
    <w:rsid w:val="002038D5"/>
    <w:rsid w:val="002071BB"/>
    <w:rsid w:val="00207DF5"/>
    <w:rsid w:val="002144E5"/>
    <w:rsid w:val="00214C3E"/>
    <w:rsid w:val="0021710C"/>
    <w:rsid w:val="00230C4A"/>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19"/>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314"/>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E5A"/>
    <w:rsid w:val="00580245"/>
    <w:rsid w:val="005A1F44"/>
    <w:rsid w:val="005A6B21"/>
    <w:rsid w:val="005A7872"/>
    <w:rsid w:val="005B2E3A"/>
    <w:rsid w:val="005D16BC"/>
    <w:rsid w:val="005D3C39"/>
    <w:rsid w:val="005F1C5A"/>
    <w:rsid w:val="00601A8C"/>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16AEF"/>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921B1"/>
    <w:rsid w:val="007A5172"/>
    <w:rsid w:val="007A67A0"/>
    <w:rsid w:val="007B0432"/>
    <w:rsid w:val="007B570C"/>
    <w:rsid w:val="007E438F"/>
    <w:rsid w:val="007E4A6E"/>
    <w:rsid w:val="007F56A7"/>
    <w:rsid w:val="00800851"/>
    <w:rsid w:val="00804C23"/>
    <w:rsid w:val="00807DD0"/>
    <w:rsid w:val="008105B1"/>
    <w:rsid w:val="00821D01"/>
    <w:rsid w:val="00826B7B"/>
    <w:rsid w:val="0083622A"/>
    <w:rsid w:val="00846789"/>
    <w:rsid w:val="00866994"/>
    <w:rsid w:val="00884F59"/>
    <w:rsid w:val="008A3568"/>
    <w:rsid w:val="008A5B58"/>
    <w:rsid w:val="008C50F3"/>
    <w:rsid w:val="008C7EFE"/>
    <w:rsid w:val="008D03B9"/>
    <w:rsid w:val="008D30C7"/>
    <w:rsid w:val="008E3C99"/>
    <w:rsid w:val="008E4036"/>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5514"/>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D034A0"/>
    <w:rsid w:val="00D1366C"/>
    <w:rsid w:val="00D15A72"/>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A6D7D"/>
    <w:rsid w:val="00DC31C6"/>
    <w:rsid w:val="00DD46F3"/>
    <w:rsid w:val="00DE56F2"/>
    <w:rsid w:val="00DF116D"/>
    <w:rsid w:val="00DF7F3D"/>
    <w:rsid w:val="00E16FF7"/>
    <w:rsid w:val="00E26D68"/>
    <w:rsid w:val="00E44045"/>
    <w:rsid w:val="00E463D2"/>
    <w:rsid w:val="00E519F6"/>
    <w:rsid w:val="00E618C4"/>
    <w:rsid w:val="00E70DF3"/>
    <w:rsid w:val="00E7415D"/>
    <w:rsid w:val="00E878EE"/>
    <w:rsid w:val="00E901A3"/>
    <w:rsid w:val="00E953EB"/>
    <w:rsid w:val="00EA5201"/>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18C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EF50296-4768-454C-8760-3CFC7DDD2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511</TotalTime>
  <Pages>24</Pages>
  <Words>5194</Words>
  <Characters>30645</Characters>
  <Application>Microsoft Office Word</Application>
  <DocSecurity>0</DocSecurity>
  <Lines>255</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64</cp:revision>
  <cp:lastPrinted>2021-02-24T09:39:00Z</cp:lastPrinted>
  <dcterms:created xsi:type="dcterms:W3CDTF">2019-03-19T08:45:00Z</dcterms:created>
  <dcterms:modified xsi:type="dcterms:W3CDTF">2021-03-02T12:05:00Z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